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6F" w:rsidRDefault="00D2226F" w:rsidP="00747515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2226F" w:rsidRDefault="00D2226F" w:rsidP="00747515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D2226F" w:rsidRDefault="00D2226F" w:rsidP="0074751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«БОКОВСКИЙ РАЙОН»</w:t>
      </w:r>
    </w:p>
    <w:p w:rsidR="00D2226F" w:rsidRDefault="00D2226F" w:rsidP="00747515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БОКОВСКОГО РАЙОНА</w:t>
      </w:r>
    </w:p>
    <w:p w:rsidR="00D2226F" w:rsidRDefault="00D2226F" w:rsidP="00747515">
      <w:pPr>
        <w:jc w:val="center"/>
        <w:rPr>
          <w:sz w:val="28"/>
          <w:szCs w:val="28"/>
        </w:rPr>
      </w:pPr>
    </w:p>
    <w:p w:rsidR="00D2226F" w:rsidRPr="006F0A4C" w:rsidRDefault="00D2226F" w:rsidP="00747515">
      <w:pPr>
        <w:jc w:val="center"/>
        <w:rPr>
          <w:b/>
          <w:sz w:val="28"/>
          <w:szCs w:val="28"/>
        </w:rPr>
      </w:pPr>
      <w:r w:rsidRPr="006F0A4C">
        <w:rPr>
          <w:b/>
          <w:sz w:val="28"/>
          <w:szCs w:val="28"/>
        </w:rPr>
        <w:t>РАСПОРЯЖЕНИЕ</w:t>
      </w:r>
    </w:p>
    <w:p w:rsidR="00D2226F" w:rsidRPr="006F0A4C" w:rsidRDefault="00D2226F" w:rsidP="00747515">
      <w:pPr>
        <w:jc w:val="center"/>
        <w:rPr>
          <w:sz w:val="26"/>
          <w:szCs w:val="26"/>
        </w:rPr>
      </w:pPr>
    </w:p>
    <w:p w:rsidR="00D2226F" w:rsidRPr="006A1AAE" w:rsidRDefault="00D2226F" w:rsidP="0074751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17.01.2020 г. № 8</w:t>
      </w:r>
    </w:p>
    <w:p w:rsidR="00D2226F" w:rsidRPr="006A1AAE" w:rsidRDefault="00D2226F" w:rsidP="00747515">
      <w:pPr>
        <w:jc w:val="center"/>
        <w:rPr>
          <w:sz w:val="26"/>
          <w:szCs w:val="26"/>
        </w:rPr>
      </w:pPr>
    </w:p>
    <w:p w:rsidR="00D2226F" w:rsidRPr="006A1AAE" w:rsidRDefault="00D2226F" w:rsidP="00747515">
      <w:pPr>
        <w:jc w:val="center"/>
        <w:rPr>
          <w:sz w:val="28"/>
          <w:szCs w:val="28"/>
        </w:rPr>
      </w:pPr>
      <w:r w:rsidRPr="006A1AAE">
        <w:rPr>
          <w:sz w:val="28"/>
          <w:szCs w:val="28"/>
        </w:rPr>
        <w:t>ст-ца Боковская</w:t>
      </w:r>
    </w:p>
    <w:p w:rsidR="00D2226F" w:rsidRPr="00F7406E" w:rsidRDefault="00D2226F" w:rsidP="00747515">
      <w:pPr>
        <w:jc w:val="center"/>
        <w:rPr>
          <w:sz w:val="26"/>
          <w:szCs w:val="26"/>
        </w:rPr>
      </w:pPr>
    </w:p>
    <w:p w:rsidR="00D2226F" w:rsidRPr="00747515" w:rsidRDefault="00D2226F" w:rsidP="00747515">
      <w:pPr>
        <w:pStyle w:val="Heading1"/>
        <w:jc w:val="center"/>
        <w:rPr>
          <w:sz w:val="28"/>
          <w:szCs w:val="28"/>
        </w:rPr>
      </w:pPr>
      <w:r w:rsidRPr="00747515">
        <w:rPr>
          <w:rFonts w:ascii="Times New Roman" w:hAnsi="Times New Roman"/>
          <w:sz w:val="28"/>
          <w:szCs w:val="28"/>
        </w:rPr>
        <w:t>Об утверждении Плана</w:t>
      </w:r>
      <w:r w:rsidRPr="00747515">
        <w:rPr>
          <w:sz w:val="28"/>
          <w:szCs w:val="28"/>
        </w:rPr>
        <w:t xml:space="preserve"> </w:t>
      </w:r>
      <w:r w:rsidRPr="00747515">
        <w:rPr>
          <w:rFonts w:ascii="Times New Roman" w:hAnsi="Times New Roman"/>
          <w:sz w:val="28"/>
          <w:szCs w:val="28"/>
        </w:rPr>
        <w:t>реализации</w:t>
      </w:r>
    </w:p>
    <w:p w:rsidR="00D2226F" w:rsidRPr="00747515" w:rsidRDefault="00D2226F" w:rsidP="00747515">
      <w:pPr>
        <w:jc w:val="center"/>
        <w:rPr>
          <w:b/>
          <w:sz w:val="28"/>
          <w:szCs w:val="28"/>
        </w:rPr>
      </w:pPr>
      <w:r w:rsidRPr="00747515">
        <w:rPr>
          <w:b/>
          <w:sz w:val="28"/>
          <w:szCs w:val="28"/>
        </w:rPr>
        <w:t>муниципальной программы</w:t>
      </w:r>
    </w:p>
    <w:p w:rsidR="00D2226F" w:rsidRPr="00747515" w:rsidRDefault="00D2226F" w:rsidP="00747515">
      <w:pPr>
        <w:jc w:val="center"/>
        <w:rPr>
          <w:b/>
          <w:sz w:val="28"/>
          <w:szCs w:val="28"/>
        </w:rPr>
      </w:pPr>
      <w:r w:rsidRPr="00747515">
        <w:rPr>
          <w:b/>
          <w:sz w:val="28"/>
          <w:szCs w:val="28"/>
        </w:rPr>
        <w:t>«Развитие физической культуры и спорта»</w:t>
      </w:r>
    </w:p>
    <w:p w:rsidR="00D2226F" w:rsidRPr="00F82FF0" w:rsidRDefault="00D2226F" w:rsidP="00F07FC8">
      <w:pPr>
        <w:pStyle w:val="BodyText21"/>
        <w:rPr>
          <w:rFonts w:ascii="Times New Roman CYR" w:hAnsi="Times New Roman CYR"/>
          <w:szCs w:val="28"/>
        </w:rPr>
      </w:pPr>
    </w:p>
    <w:p w:rsidR="00D2226F" w:rsidRPr="00F82FF0" w:rsidRDefault="00D2226F" w:rsidP="00F07FC8">
      <w:pPr>
        <w:pStyle w:val="BodyText21"/>
        <w:rPr>
          <w:rFonts w:ascii="Times New Roman CYR" w:hAnsi="Times New Roman CYR"/>
          <w:szCs w:val="28"/>
        </w:rPr>
      </w:pPr>
    </w:p>
    <w:p w:rsidR="00D2226F" w:rsidRPr="00D83241" w:rsidRDefault="00D2226F" w:rsidP="00242A5A">
      <w:pPr>
        <w:pStyle w:val="Heading1"/>
        <w:shd w:val="clear" w:color="auto" w:fill="FFFFFF"/>
        <w:spacing w:after="144" w:line="270" w:lineRule="atLeast"/>
        <w:ind w:firstLine="708"/>
        <w:rPr>
          <w:rFonts w:ascii="Times New Roman" w:hAnsi="Times New Roman"/>
          <w:b w:val="0"/>
          <w:color w:val="333333"/>
          <w:sz w:val="28"/>
          <w:szCs w:val="28"/>
        </w:rPr>
      </w:pPr>
      <w:r w:rsidRPr="00D83241">
        <w:rPr>
          <w:rFonts w:ascii="Times New Roman" w:hAnsi="Times New Roman"/>
          <w:b w:val="0"/>
          <w:sz w:val="28"/>
          <w:szCs w:val="28"/>
        </w:rPr>
        <w:t>В соответствии с постановлением Администрации Боковского района от </w:t>
      </w:r>
      <w:r w:rsidRPr="003F070E">
        <w:rPr>
          <w:rFonts w:ascii="Times New Roman" w:hAnsi="Times New Roman"/>
          <w:b w:val="0"/>
          <w:sz w:val="28"/>
          <w:szCs w:val="28"/>
        </w:rPr>
        <w:t>30.01.2018 №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F070E">
        <w:rPr>
          <w:rFonts w:ascii="Times New Roman" w:hAnsi="Times New Roman"/>
          <w:b w:val="0"/>
          <w:sz w:val="28"/>
          <w:szCs w:val="28"/>
        </w:rPr>
        <w:t>99 «Об утверждении Порядка разработки, реализации и оценки эффективности муниципальных программ Боковского района»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241">
        <w:rPr>
          <w:rFonts w:ascii="Times New Roman" w:hAnsi="Times New Roman"/>
          <w:b w:val="0"/>
          <w:sz w:val="28"/>
          <w:szCs w:val="28"/>
        </w:rPr>
        <w:t>постановлением Адми</w:t>
      </w:r>
      <w:r>
        <w:rPr>
          <w:rFonts w:ascii="Times New Roman" w:hAnsi="Times New Roman"/>
          <w:b w:val="0"/>
          <w:sz w:val="28"/>
          <w:szCs w:val="28"/>
        </w:rPr>
        <w:t>нистрации Боковского района от 20.12</w:t>
      </w:r>
      <w:r w:rsidRPr="00D83241">
        <w:rPr>
          <w:rFonts w:ascii="Times New Roman" w:hAnsi="Times New Roman"/>
          <w:b w:val="0"/>
          <w:sz w:val="28"/>
          <w:szCs w:val="28"/>
        </w:rPr>
        <w:t>.201</w:t>
      </w:r>
      <w:r>
        <w:rPr>
          <w:rFonts w:ascii="Times New Roman" w:hAnsi="Times New Roman"/>
          <w:b w:val="0"/>
          <w:sz w:val="28"/>
          <w:szCs w:val="28"/>
        </w:rPr>
        <w:t>8 № 1447</w:t>
      </w:r>
      <w:r w:rsidRPr="00D83241">
        <w:rPr>
          <w:rFonts w:ascii="Times New Roman" w:hAnsi="Times New Roman"/>
          <w:b w:val="0"/>
          <w:sz w:val="28"/>
          <w:szCs w:val="28"/>
        </w:rPr>
        <w:t xml:space="preserve"> «Об утверждении муниципальной программы Боковского района «Развитие физической культуры и спорта»:</w:t>
      </w:r>
    </w:p>
    <w:p w:rsidR="00D2226F" w:rsidRPr="00D83241" w:rsidRDefault="00D2226F" w:rsidP="00FB21DD">
      <w:pPr>
        <w:ind w:firstLine="540"/>
        <w:jc w:val="both"/>
        <w:rPr>
          <w:sz w:val="28"/>
          <w:szCs w:val="28"/>
        </w:rPr>
      </w:pPr>
    </w:p>
    <w:p w:rsidR="00D2226F" w:rsidRPr="00D83241" w:rsidRDefault="00D2226F" w:rsidP="00820BEB">
      <w:pPr>
        <w:pStyle w:val="Heading1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1. </w:t>
      </w:r>
      <w:r w:rsidRPr="00D83241">
        <w:rPr>
          <w:rFonts w:ascii="Times New Roman" w:hAnsi="Times New Roman"/>
          <w:b w:val="0"/>
          <w:sz w:val="28"/>
          <w:szCs w:val="28"/>
        </w:rPr>
        <w:t>Утвердить План реализации муниципальной программы Боковского района «Развитие физичес</w:t>
      </w:r>
      <w:r>
        <w:rPr>
          <w:rFonts w:ascii="Times New Roman" w:hAnsi="Times New Roman"/>
          <w:b w:val="0"/>
          <w:sz w:val="28"/>
          <w:szCs w:val="28"/>
        </w:rPr>
        <w:t>кой культуры и спорта» на 2020</w:t>
      </w:r>
      <w:r w:rsidRPr="00D83241">
        <w:rPr>
          <w:rFonts w:ascii="Times New Roman" w:hAnsi="Times New Roman"/>
          <w:b w:val="0"/>
          <w:sz w:val="28"/>
          <w:szCs w:val="28"/>
        </w:rPr>
        <w:t xml:space="preserve"> год согласно приложению.</w:t>
      </w:r>
    </w:p>
    <w:p w:rsidR="00D2226F" w:rsidRPr="00F82FF0" w:rsidRDefault="00D2226F" w:rsidP="00DD2A0D">
      <w:pPr>
        <w:tabs>
          <w:tab w:val="left" w:pos="709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82FF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F82FF0">
        <w:rPr>
          <w:sz w:val="28"/>
          <w:szCs w:val="28"/>
        </w:rPr>
        <w:t>Контроль за исполнением распоряжения возложить на заместителя главы Администрации района по социальным вопросам Лукьянов</w:t>
      </w:r>
      <w:r>
        <w:rPr>
          <w:sz w:val="28"/>
          <w:szCs w:val="28"/>
        </w:rPr>
        <w:t>а</w:t>
      </w:r>
      <w:r w:rsidRPr="00F82FF0">
        <w:rPr>
          <w:sz w:val="28"/>
          <w:szCs w:val="28"/>
        </w:rPr>
        <w:t xml:space="preserve"> С.Н.</w:t>
      </w:r>
    </w:p>
    <w:p w:rsidR="00D2226F" w:rsidRPr="00F82FF0" w:rsidRDefault="00D2226F" w:rsidP="0060114A">
      <w:pPr>
        <w:jc w:val="both"/>
        <w:rPr>
          <w:sz w:val="28"/>
          <w:szCs w:val="28"/>
        </w:rPr>
      </w:pPr>
    </w:p>
    <w:p w:rsidR="00D2226F" w:rsidRDefault="00D2226F" w:rsidP="0060114A">
      <w:pPr>
        <w:jc w:val="both"/>
        <w:rPr>
          <w:sz w:val="28"/>
          <w:szCs w:val="28"/>
        </w:rPr>
      </w:pPr>
    </w:p>
    <w:p w:rsidR="00D2226F" w:rsidRPr="009F3ED2" w:rsidRDefault="00D2226F" w:rsidP="0060114A">
      <w:pPr>
        <w:jc w:val="both"/>
        <w:rPr>
          <w:sz w:val="28"/>
          <w:szCs w:val="28"/>
        </w:rPr>
      </w:pPr>
    </w:p>
    <w:p w:rsidR="00D2226F" w:rsidRDefault="00D2226F" w:rsidP="005F7BE1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2226F" w:rsidRDefault="00D2226F" w:rsidP="005F7BE1">
      <w:pPr>
        <w:rPr>
          <w:sz w:val="28"/>
          <w:szCs w:val="28"/>
        </w:rPr>
      </w:pPr>
      <w:r>
        <w:rPr>
          <w:sz w:val="28"/>
          <w:szCs w:val="28"/>
        </w:rPr>
        <w:t xml:space="preserve">   Боковского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Ю.А. Пятиков</w:t>
      </w:r>
    </w:p>
    <w:p w:rsidR="00D2226F" w:rsidRDefault="00D2226F" w:rsidP="005F7BE1">
      <w:pPr>
        <w:tabs>
          <w:tab w:val="left" w:pos="383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2226F" w:rsidRDefault="00D2226F" w:rsidP="0060114A">
      <w:pPr>
        <w:jc w:val="both"/>
        <w:rPr>
          <w:sz w:val="28"/>
          <w:szCs w:val="28"/>
        </w:rPr>
      </w:pPr>
    </w:p>
    <w:p w:rsidR="00D2226F" w:rsidRPr="009F3ED2" w:rsidRDefault="00D2226F" w:rsidP="0060114A">
      <w:pPr>
        <w:jc w:val="both"/>
        <w:rPr>
          <w:sz w:val="28"/>
          <w:szCs w:val="28"/>
        </w:rPr>
      </w:pPr>
    </w:p>
    <w:p w:rsidR="00D2226F" w:rsidRPr="009F3ED2" w:rsidRDefault="00D2226F" w:rsidP="0060114A">
      <w:pPr>
        <w:jc w:val="both"/>
        <w:rPr>
          <w:rFonts w:ascii="Times New Roman CYR" w:hAnsi="Times New Roman CYR"/>
          <w:sz w:val="28"/>
          <w:szCs w:val="28"/>
        </w:rPr>
      </w:pPr>
      <w:r w:rsidRPr="009F3ED2">
        <w:rPr>
          <w:rFonts w:ascii="Times New Roman CYR" w:hAnsi="Times New Roman CYR"/>
          <w:sz w:val="28"/>
          <w:szCs w:val="28"/>
        </w:rPr>
        <w:t xml:space="preserve">Распоряжение вносит </w:t>
      </w:r>
    </w:p>
    <w:p w:rsidR="00D2226F" w:rsidRPr="009F3ED2" w:rsidRDefault="00D2226F" w:rsidP="0060114A">
      <w:pPr>
        <w:jc w:val="both"/>
        <w:rPr>
          <w:rFonts w:ascii="Times New Roman CYR" w:hAnsi="Times New Roman CYR"/>
          <w:sz w:val="28"/>
          <w:szCs w:val="28"/>
        </w:rPr>
      </w:pPr>
      <w:r w:rsidRPr="009F3ED2">
        <w:rPr>
          <w:rFonts w:ascii="Times New Roman CYR" w:hAnsi="Times New Roman CYR"/>
          <w:sz w:val="28"/>
          <w:szCs w:val="28"/>
        </w:rPr>
        <w:t>сектор координации</w:t>
      </w:r>
    </w:p>
    <w:p w:rsidR="00D2226F" w:rsidRPr="009F3ED2" w:rsidRDefault="00D2226F" w:rsidP="0060114A">
      <w:pPr>
        <w:jc w:val="both"/>
        <w:rPr>
          <w:rFonts w:ascii="Times New Roman CYR" w:hAnsi="Times New Roman CYR"/>
          <w:sz w:val="28"/>
          <w:szCs w:val="28"/>
        </w:rPr>
      </w:pPr>
      <w:r w:rsidRPr="009F3ED2">
        <w:rPr>
          <w:rFonts w:ascii="Times New Roman CYR" w:hAnsi="Times New Roman CYR"/>
          <w:sz w:val="28"/>
          <w:szCs w:val="28"/>
        </w:rPr>
        <w:t>социальной сферы</w:t>
      </w:r>
    </w:p>
    <w:p w:rsidR="00D2226F" w:rsidRDefault="00D2226F" w:rsidP="0060114A">
      <w:pPr>
        <w:jc w:val="both"/>
        <w:rPr>
          <w:rFonts w:ascii="Times New Roman CYR" w:hAnsi="Times New Roman CYR"/>
          <w:sz w:val="28"/>
          <w:szCs w:val="28"/>
        </w:rPr>
      </w:pPr>
    </w:p>
    <w:p w:rsidR="00D2226F" w:rsidRDefault="00D2226F" w:rsidP="0060114A">
      <w:pPr>
        <w:jc w:val="both"/>
        <w:rPr>
          <w:rFonts w:ascii="Times New Roman CYR" w:hAnsi="Times New Roman CYR"/>
          <w:sz w:val="28"/>
          <w:szCs w:val="28"/>
        </w:rPr>
        <w:sectPr w:rsidR="00D2226F" w:rsidSect="00747515">
          <w:footerReference w:type="even" r:id="rId7"/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cols w:space="708"/>
          <w:titlePg/>
        </w:sectPr>
      </w:pPr>
    </w:p>
    <w:p w:rsidR="00D2226F" w:rsidRDefault="00D2226F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2226F" w:rsidRDefault="00D2226F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</w:p>
    <w:p w:rsidR="00D2226F" w:rsidRDefault="00D2226F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D2226F" w:rsidRDefault="00D2226F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Боковского района</w:t>
      </w:r>
    </w:p>
    <w:p w:rsidR="00D2226F" w:rsidRDefault="00D2226F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от__________№______</w:t>
      </w:r>
    </w:p>
    <w:p w:rsidR="00D2226F" w:rsidRDefault="00D2226F" w:rsidP="000C51C1">
      <w:pPr>
        <w:ind w:left="10348"/>
        <w:jc w:val="center"/>
        <w:rPr>
          <w:sz w:val="28"/>
          <w:szCs w:val="28"/>
        </w:rPr>
      </w:pPr>
    </w:p>
    <w:p w:rsidR="00D2226F" w:rsidRDefault="00D2226F" w:rsidP="000C51C1">
      <w:pPr>
        <w:ind w:left="10348"/>
        <w:jc w:val="center"/>
        <w:rPr>
          <w:sz w:val="28"/>
          <w:szCs w:val="28"/>
        </w:rPr>
      </w:pPr>
    </w:p>
    <w:p w:rsidR="00D2226F" w:rsidRDefault="00D2226F" w:rsidP="000C51C1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D2226F" w:rsidRDefault="00D2226F" w:rsidP="000C51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реализации муниципальной программы Боковского района </w:t>
      </w:r>
    </w:p>
    <w:p w:rsidR="00D2226F" w:rsidRDefault="00D2226F" w:rsidP="000C51C1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 спорта» на 2020 год</w:t>
      </w:r>
    </w:p>
    <w:p w:rsidR="00D2226F" w:rsidRDefault="00D2226F" w:rsidP="000C51C1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2836"/>
        <w:gridCol w:w="1797"/>
        <w:gridCol w:w="3165"/>
        <w:gridCol w:w="1384"/>
        <w:gridCol w:w="885"/>
        <w:gridCol w:w="719"/>
        <w:gridCol w:w="709"/>
        <w:gridCol w:w="980"/>
        <w:gridCol w:w="992"/>
        <w:gridCol w:w="709"/>
      </w:tblGrid>
      <w:tr w:rsidR="00D2226F" w:rsidRPr="00844122" w:rsidTr="00747515">
        <w:tc>
          <w:tcPr>
            <w:tcW w:w="674" w:type="dxa"/>
            <w:vMerge w:val="restart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№</w:t>
            </w:r>
          </w:p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п/п</w:t>
            </w:r>
          </w:p>
        </w:tc>
        <w:tc>
          <w:tcPr>
            <w:tcW w:w="2836" w:type="dxa"/>
            <w:vMerge w:val="restart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Наименование программы, основного мероприятия, контрольного события программы</w:t>
            </w:r>
          </w:p>
        </w:tc>
        <w:tc>
          <w:tcPr>
            <w:tcW w:w="1797" w:type="dxa"/>
            <w:vMerge w:val="restart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Ответственный исполнитель</w:t>
            </w:r>
          </w:p>
        </w:tc>
        <w:tc>
          <w:tcPr>
            <w:tcW w:w="3165" w:type="dxa"/>
            <w:vMerge w:val="restart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Ожидаемый результат</w:t>
            </w:r>
          </w:p>
        </w:tc>
        <w:tc>
          <w:tcPr>
            <w:tcW w:w="1384" w:type="dxa"/>
            <w:vMerge w:val="restart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Срок реализации</w:t>
            </w:r>
          </w:p>
        </w:tc>
        <w:tc>
          <w:tcPr>
            <w:tcW w:w="4994" w:type="dxa"/>
            <w:gridSpan w:val="6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 xml:space="preserve">Объем расходов </w:t>
            </w:r>
          </w:p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(тыс.руб.)</w:t>
            </w:r>
          </w:p>
        </w:tc>
      </w:tr>
      <w:tr w:rsidR="00D2226F" w:rsidRPr="00844122" w:rsidTr="00747515">
        <w:trPr>
          <w:cantSplit/>
          <w:trHeight w:val="2024"/>
        </w:trPr>
        <w:tc>
          <w:tcPr>
            <w:tcW w:w="674" w:type="dxa"/>
            <w:vMerge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</w:p>
        </w:tc>
        <w:tc>
          <w:tcPr>
            <w:tcW w:w="2836" w:type="dxa"/>
            <w:vMerge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</w:p>
        </w:tc>
        <w:tc>
          <w:tcPr>
            <w:tcW w:w="1797" w:type="dxa"/>
            <w:vMerge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</w:p>
        </w:tc>
        <w:tc>
          <w:tcPr>
            <w:tcW w:w="3165" w:type="dxa"/>
            <w:vMerge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</w:p>
        </w:tc>
        <w:tc>
          <w:tcPr>
            <w:tcW w:w="1384" w:type="dxa"/>
            <w:vMerge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</w:p>
        </w:tc>
        <w:tc>
          <w:tcPr>
            <w:tcW w:w="885" w:type="dxa"/>
          </w:tcPr>
          <w:p w:rsidR="00D2226F" w:rsidRPr="00844122" w:rsidRDefault="00D2226F" w:rsidP="00747515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всего</w:t>
            </w:r>
          </w:p>
        </w:tc>
        <w:tc>
          <w:tcPr>
            <w:tcW w:w="719" w:type="dxa"/>
            <w:textDirection w:val="btLr"/>
          </w:tcPr>
          <w:p w:rsidR="00D2226F" w:rsidRPr="00844122" w:rsidRDefault="00D2226F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областной бюджет</w:t>
            </w:r>
          </w:p>
        </w:tc>
        <w:tc>
          <w:tcPr>
            <w:tcW w:w="709" w:type="dxa"/>
            <w:textDirection w:val="btLr"/>
          </w:tcPr>
          <w:p w:rsidR="00D2226F" w:rsidRPr="00844122" w:rsidRDefault="00D2226F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федеральный бюджет</w:t>
            </w:r>
          </w:p>
        </w:tc>
        <w:tc>
          <w:tcPr>
            <w:tcW w:w="980" w:type="dxa"/>
            <w:textDirection w:val="btLr"/>
          </w:tcPr>
          <w:p w:rsidR="00D2226F" w:rsidRPr="00844122" w:rsidRDefault="00D2226F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бюджет Боковского района</w:t>
            </w:r>
          </w:p>
        </w:tc>
        <w:tc>
          <w:tcPr>
            <w:tcW w:w="992" w:type="dxa"/>
            <w:textDirection w:val="btLr"/>
          </w:tcPr>
          <w:p w:rsidR="00D2226F" w:rsidRPr="00844122" w:rsidRDefault="00D2226F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бюджет сельского поселения</w:t>
            </w:r>
          </w:p>
        </w:tc>
        <w:tc>
          <w:tcPr>
            <w:tcW w:w="709" w:type="dxa"/>
            <w:textDirection w:val="btLr"/>
          </w:tcPr>
          <w:p w:rsidR="00D2226F" w:rsidRPr="00844122" w:rsidRDefault="00D2226F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Внебюджетные источники</w:t>
            </w:r>
          </w:p>
        </w:tc>
      </w:tr>
      <w:tr w:rsidR="00D2226F" w:rsidRPr="00844122" w:rsidTr="00747515">
        <w:tc>
          <w:tcPr>
            <w:tcW w:w="67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1.</w:t>
            </w:r>
          </w:p>
        </w:tc>
        <w:tc>
          <w:tcPr>
            <w:tcW w:w="2836" w:type="dxa"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Подпрограмма «Развитие физической культуры и массового спорта в Боковском районе»</w:t>
            </w:r>
          </w:p>
        </w:tc>
        <w:tc>
          <w:tcPr>
            <w:tcW w:w="1797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165" w:type="dxa"/>
            <w:vMerge w:val="restart"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 xml:space="preserve">1. Совершенствование системы физического воспитания; </w:t>
            </w:r>
          </w:p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рост числа занимающихся физической культурой и спортом;</w:t>
            </w:r>
          </w:p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рост количества участников массовых спортивных и физкультурных мероприятий</w:t>
            </w:r>
          </w:p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2. Рост количества участников массовых спортивных и физкультурных мероприятий;</w:t>
            </w:r>
          </w:p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увеличение доли учащихся и студентов, систематически занимающихся физической культуры и спортом;</w:t>
            </w:r>
          </w:p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увеличение доли физкультурно-спортивных мероприятий среди учащихся и студентов</w:t>
            </w:r>
          </w:p>
        </w:tc>
        <w:tc>
          <w:tcPr>
            <w:tcW w:w="138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885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390,0</w:t>
            </w:r>
          </w:p>
        </w:tc>
        <w:tc>
          <w:tcPr>
            <w:tcW w:w="71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D2226F" w:rsidRPr="00844122" w:rsidRDefault="00D2226F" w:rsidP="004844EC">
            <w:pPr>
              <w:rPr>
                <w:szCs w:val="24"/>
              </w:rPr>
            </w:pPr>
            <w:r>
              <w:rPr>
                <w:szCs w:val="24"/>
              </w:rPr>
              <w:t>390,0</w:t>
            </w:r>
          </w:p>
        </w:tc>
        <w:tc>
          <w:tcPr>
            <w:tcW w:w="992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D2226F" w:rsidRPr="00844122" w:rsidTr="00747515">
        <w:tc>
          <w:tcPr>
            <w:tcW w:w="67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1.1.</w:t>
            </w:r>
          </w:p>
        </w:tc>
        <w:tc>
          <w:tcPr>
            <w:tcW w:w="2836" w:type="dxa"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9C4CEF">
              <w:rPr>
                <w:color w:val="000000"/>
              </w:rPr>
              <w:t>Физическое восп</w:t>
            </w:r>
            <w:r>
              <w:rPr>
                <w:color w:val="000000"/>
              </w:rPr>
              <w:t>итание населения Боковского района и обеспечение организации и проведения физкультурных и </w:t>
            </w:r>
            <w:r w:rsidRPr="009C4CEF">
              <w:rPr>
                <w:color w:val="000000"/>
              </w:rPr>
              <w:t>массовых спортивных мероприятий</w:t>
            </w:r>
          </w:p>
        </w:tc>
        <w:tc>
          <w:tcPr>
            <w:tcW w:w="1797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165" w:type="dxa"/>
            <w:vMerge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885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325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71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D2226F" w:rsidRPr="00844122" w:rsidRDefault="00D2226F" w:rsidP="00823724">
            <w:pPr>
              <w:rPr>
                <w:szCs w:val="24"/>
              </w:rPr>
            </w:pPr>
            <w:r>
              <w:rPr>
                <w:szCs w:val="24"/>
              </w:rPr>
              <w:t>325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992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D2226F" w:rsidRPr="00844122" w:rsidTr="00747515">
        <w:trPr>
          <w:trHeight w:val="1089"/>
        </w:trPr>
        <w:tc>
          <w:tcPr>
            <w:tcW w:w="67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1.2.</w:t>
            </w:r>
          </w:p>
        </w:tc>
        <w:tc>
          <w:tcPr>
            <w:tcW w:w="2836" w:type="dxa"/>
          </w:tcPr>
          <w:p w:rsidR="00D2226F" w:rsidRPr="00823724" w:rsidRDefault="00D2226F" w:rsidP="00823724">
            <w:pPr>
              <w:rPr>
                <w:szCs w:val="24"/>
              </w:rPr>
            </w:pPr>
            <w:r w:rsidRPr="009C4CEF">
              <w:rPr>
                <w:color w:val="000000"/>
              </w:rPr>
              <w:t>Меры по развитию студенческого спорта</w:t>
            </w:r>
            <w:r>
              <w:rPr>
                <w:color w:val="000000"/>
              </w:rPr>
              <w:t xml:space="preserve"> и спорт среди учащихся</w:t>
            </w:r>
          </w:p>
        </w:tc>
        <w:tc>
          <w:tcPr>
            <w:tcW w:w="1797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165" w:type="dxa"/>
            <w:vMerge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885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71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992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D2226F" w:rsidRPr="00844122" w:rsidTr="00747515">
        <w:trPr>
          <w:trHeight w:val="1088"/>
        </w:trPr>
        <w:tc>
          <w:tcPr>
            <w:tcW w:w="67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1.3.</w:t>
            </w:r>
          </w:p>
        </w:tc>
        <w:tc>
          <w:tcPr>
            <w:tcW w:w="2836" w:type="dxa"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9C4CEF">
              <w:rPr>
                <w:color w:val="000000"/>
              </w:rPr>
              <w:t>Поэтапное внедрение ВФСК ГТО</w:t>
            </w:r>
          </w:p>
        </w:tc>
        <w:tc>
          <w:tcPr>
            <w:tcW w:w="1797" w:type="dxa"/>
          </w:tcPr>
          <w:p w:rsidR="00D2226F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165" w:type="dxa"/>
            <w:vMerge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D2226F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885" w:type="dxa"/>
          </w:tcPr>
          <w:p w:rsidR="00D2226F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71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D2226F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992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D2226F" w:rsidRPr="00844122" w:rsidTr="00747515">
        <w:tc>
          <w:tcPr>
            <w:tcW w:w="67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2.</w:t>
            </w:r>
          </w:p>
        </w:tc>
        <w:tc>
          <w:tcPr>
            <w:tcW w:w="2836" w:type="dxa"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Подпрограмма «Развитие инфраструктуры спорта в Боковском районе»</w:t>
            </w:r>
          </w:p>
        </w:tc>
        <w:tc>
          <w:tcPr>
            <w:tcW w:w="1797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165" w:type="dxa"/>
            <w:vMerge w:val="restart"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Создание сети спортивных сооружений, обеспечивающих возможность жителям Боковского района заниматься физической культурой и спортом, увеличение обеспеченности населения спортивными сооружениями</w:t>
            </w:r>
          </w:p>
        </w:tc>
        <w:tc>
          <w:tcPr>
            <w:tcW w:w="138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885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71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92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D2226F" w:rsidRPr="00844122" w:rsidTr="00747515">
        <w:tc>
          <w:tcPr>
            <w:tcW w:w="67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2.1.</w:t>
            </w:r>
          </w:p>
        </w:tc>
        <w:tc>
          <w:tcPr>
            <w:tcW w:w="2836" w:type="dxa"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Строительство и реконструкция спортивных объектов Боковского района</w:t>
            </w:r>
          </w:p>
        </w:tc>
        <w:tc>
          <w:tcPr>
            <w:tcW w:w="1797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165" w:type="dxa"/>
            <w:vMerge/>
          </w:tcPr>
          <w:p w:rsidR="00D2226F" w:rsidRPr="00844122" w:rsidRDefault="00D2226F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885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71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992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D2226F" w:rsidRPr="00844122" w:rsidTr="00747515">
        <w:tc>
          <w:tcPr>
            <w:tcW w:w="8472" w:type="dxa"/>
            <w:gridSpan w:val="4"/>
          </w:tcPr>
          <w:p w:rsidR="00D2226F" w:rsidRPr="00844122" w:rsidRDefault="00D2226F" w:rsidP="00747515">
            <w:pPr>
              <w:rPr>
                <w:szCs w:val="24"/>
              </w:rPr>
            </w:pPr>
            <w:r w:rsidRPr="00844122">
              <w:rPr>
                <w:szCs w:val="24"/>
              </w:rPr>
              <w:t>Итого по муни</w:t>
            </w:r>
            <w:bookmarkStart w:id="0" w:name="_GoBack"/>
            <w:bookmarkEnd w:id="0"/>
            <w:r w:rsidRPr="00844122">
              <w:rPr>
                <w:szCs w:val="24"/>
              </w:rPr>
              <w:t>ципальной программе</w:t>
            </w:r>
          </w:p>
        </w:tc>
        <w:tc>
          <w:tcPr>
            <w:tcW w:w="1384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</w:p>
        </w:tc>
        <w:tc>
          <w:tcPr>
            <w:tcW w:w="885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390,0</w:t>
            </w:r>
          </w:p>
        </w:tc>
        <w:tc>
          <w:tcPr>
            <w:tcW w:w="71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390,0</w:t>
            </w:r>
          </w:p>
        </w:tc>
        <w:tc>
          <w:tcPr>
            <w:tcW w:w="992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D2226F" w:rsidRPr="00844122" w:rsidRDefault="00D2226F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</w:tbl>
    <w:p w:rsidR="00D2226F" w:rsidRDefault="00D2226F" w:rsidP="000C51C1">
      <w:pPr>
        <w:jc w:val="center"/>
        <w:rPr>
          <w:sz w:val="28"/>
          <w:szCs w:val="28"/>
        </w:rPr>
      </w:pPr>
    </w:p>
    <w:p w:rsidR="00D2226F" w:rsidRDefault="00D2226F" w:rsidP="000C51C1">
      <w:pPr>
        <w:jc w:val="center"/>
        <w:rPr>
          <w:sz w:val="28"/>
          <w:szCs w:val="28"/>
        </w:rPr>
      </w:pPr>
    </w:p>
    <w:p w:rsidR="00D2226F" w:rsidRDefault="00D2226F" w:rsidP="000C51C1">
      <w:pPr>
        <w:jc w:val="center"/>
        <w:rPr>
          <w:sz w:val="28"/>
          <w:szCs w:val="28"/>
        </w:rPr>
      </w:pPr>
    </w:p>
    <w:p w:rsidR="00D2226F" w:rsidRDefault="00D2226F" w:rsidP="000C51C1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</w:t>
      </w:r>
    </w:p>
    <w:p w:rsidR="00D2226F" w:rsidRPr="00747515" w:rsidRDefault="00D2226F" w:rsidP="00747515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                                                                                                                                              Г.М. Антипова</w:t>
      </w:r>
    </w:p>
    <w:sectPr w:rsidR="00D2226F" w:rsidRPr="00747515" w:rsidSect="00747515">
      <w:headerReference w:type="default" r:id="rId10"/>
      <w:footerReference w:type="default" r:id="rId11"/>
      <w:pgSz w:w="16838" w:h="11906" w:orient="landscape"/>
      <w:pgMar w:top="1701" w:right="1134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26F" w:rsidRDefault="00D2226F">
      <w:r>
        <w:separator/>
      </w:r>
    </w:p>
  </w:endnote>
  <w:endnote w:type="continuationSeparator" w:id="0">
    <w:p w:rsidR="00D2226F" w:rsidRDefault="00D22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26F" w:rsidRDefault="00D2226F" w:rsidP="004025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226F" w:rsidRDefault="00D2226F" w:rsidP="007F245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26F" w:rsidRDefault="00D2226F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D2226F" w:rsidRPr="007F2455" w:rsidRDefault="00D2226F" w:rsidP="007F2455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26F" w:rsidRPr="00747515" w:rsidRDefault="00D2226F" w:rsidP="00DD2A0D">
    <w:pPr>
      <w:pStyle w:val="Footer"/>
      <w:tabs>
        <w:tab w:val="clear" w:pos="4677"/>
        <w:tab w:val="clear" w:pos="9355"/>
        <w:tab w:val="right" w:pos="9751"/>
      </w:tabs>
      <w:rPr>
        <w:sz w:val="20"/>
        <w:lang w:val="en-US"/>
      </w:rPr>
    </w:pPr>
    <w:r>
      <w:rPr>
        <w:sz w:val="20"/>
        <w:lang w:val="en-US"/>
      </w:rPr>
      <w:t>r-9 2020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26F" w:rsidRPr="00747515" w:rsidRDefault="00D2226F" w:rsidP="00836491">
    <w:pPr>
      <w:pStyle w:val="Footer"/>
      <w:tabs>
        <w:tab w:val="clear" w:pos="4677"/>
        <w:tab w:val="clear" w:pos="9355"/>
        <w:tab w:val="right" w:pos="14995"/>
      </w:tabs>
      <w:rPr>
        <w:sz w:val="20"/>
        <w:lang w:val="en-US"/>
      </w:rPr>
    </w:pPr>
    <w:r>
      <w:rPr>
        <w:sz w:val="20"/>
        <w:lang w:val="en-US"/>
      </w:rPr>
      <w:t>r-9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26F" w:rsidRDefault="00D2226F">
      <w:r>
        <w:separator/>
      </w:r>
    </w:p>
  </w:footnote>
  <w:footnote w:type="continuationSeparator" w:id="0">
    <w:p w:rsidR="00D2226F" w:rsidRDefault="00D22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26F" w:rsidRPr="00747515" w:rsidRDefault="00D2226F" w:rsidP="00747515">
    <w:pPr>
      <w:pStyle w:val="Header"/>
      <w:jc w:val="center"/>
      <w:rPr>
        <w:lang w:val="en-US"/>
      </w:rPr>
    </w:pPr>
    <w:fldSimple w:instr="PAGE   \* MERGEFORMAT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13113"/>
    <w:multiLevelType w:val="hybridMultilevel"/>
    <w:tmpl w:val="CAF6F486"/>
    <w:lvl w:ilvl="0" w:tplc="C778E8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551059"/>
    <w:multiLevelType w:val="multilevel"/>
    <w:tmpl w:val="BCD830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5250165F"/>
    <w:multiLevelType w:val="hybridMultilevel"/>
    <w:tmpl w:val="CAF6F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0B7C59"/>
    <w:multiLevelType w:val="multilevel"/>
    <w:tmpl w:val="5C582B42"/>
    <w:lvl w:ilvl="0">
      <w:start w:val="1"/>
      <w:numFmt w:val="decimal"/>
      <w:lvlText w:val="%1."/>
      <w:legacy w:legacy="1" w:legacySpace="120" w:legacyIndent="900"/>
      <w:lvlJc w:val="left"/>
      <w:pPr>
        <w:ind w:left="900" w:hanging="90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234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70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306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3240" w:hanging="180"/>
      </w:pPr>
      <w:rPr>
        <w:rFonts w:cs="Times New Roman"/>
      </w:rPr>
    </w:lvl>
  </w:abstractNum>
  <w:abstractNum w:abstractNumId="4">
    <w:nsid w:val="544F1111"/>
    <w:multiLevelType w:val="hybridMultilevel"/>
    <w:tmpl w:val="E25EDD22"/>
    <w:lvl w:ilvl="0" w:tplc="C778E88A">
      <w:start w:val="1"/>
      <w:numFmt w:val="bullet"/>
      <w:lvlText w:val="-"/>
      <w:lvlJc w:val="left"/>
      <w:pPr>
        <w:tabs>
          <w:tab w:val="num" w:pos="2073"/>
        </w:tabs>
        <w:ind w:left="2073" w:hanging="360"/>
      </w:pPr>
      <w:rPr>
        <w:rFonts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9E6"/>
    <w:rsid w:val="00000C7A"/>
    <w:rsid w:val="00006F63"/>
    <w:rsid w:val="00016EC8"/>
    <w:rsid w:val="0002041D"/>
    <w:rsid w:val="00035521"/>
    <w:rsid w:val="00037924"/>
    <w:rsid w:val="00045DDA"/>
    <w:rsid w:val="0006537A"/>
    <w:rsid w:val="00065F48"/>
    <w:rsid w:val="00074D2C"/>
    <w:rsid w:val="000811FA"/>
    <w:rsid w:val="00087197"/>
    <w:rsid w:val="000A5426"/>
    <w:rsid w:val="000A7665"/>
    <w:rsid w:val="000B0661"/>
    <w:rsid w:val="000B097F"/>
    <w:rsid w:val="000B4377"/>
    <w:rsid w:val="000B5CCE"/>
    <w:rsid w:val="000B779F"/>
    <w:rsid w:val="000C51C1"/>
    <w:rsid w:val="000D3998"/>
    <w:rsid w:val="000D4E92"/>
    <w:rsid w:val="000E29EF"/>
    <w:rsid w:val="000F213E"/>
    <w:rsid w:val="000F2B33"/>
    <w:rsid w:val="000F686E"/>
    <w:rsid w:val="00101EED"/>
    <w:rsid w:val="001127D5"/>
    <w:rsid w:val="00114515"/>
    <w:rsid w:val="00126CD1"/>
    <w:rsid w:val="00134126"/>
    <w:rsid w:val="00157711"/>
    <w:rsid w:val="00165515"/>
    <w:rsid w:val="0017419B"/>
    <w:rsid w:val="0018006D"/>
    <w:rsid w:val="00191429"/>
    <w:rsid w:val="001A5000"/>
    <w:rsid w:val="001B603E"/>
    <w:rsid w:val="001C5833"/>
    <w:rsid w:val="001D4E3E"/>
    <w:rsid w:val="001D7C72"/>
    <w:rsid w:val="001F3C4B"/>
    <w:rsid w:val="00202B39"/>
    <w:rsid w:val="002143B7"/>
    <w:rsid w:val="00234F2C"/>
    <w:rsid w:val="002374BB"/>
    <w:rsid w:val="002419FC"/>
    <w:rsid w:val="00242A5A"/>
    <w:rsid w:val="00256EA0"/>
    <w:rsid w:val="002630E1"/>
    <w:rsid w:val="00265692"/>
    <w:rsid w:val="002669F6"/>
    <w:rsid w:val="00281374"/>
    <w:rsid w:val="002847B0"/>
    <w:rsid w:val="00284D70"/>
    <w:rsid w:val="002930C0"/>
    <w:rsid w:val="0029511F"/>
    <w:rsid w:val="002B4725"/>
    <w:rsid w:val="002B69E6"/>
    <w:rsid w:val="002C545C"/>
    <w:rsid w:val="002D5256"/>
    <w:rsid w:val="002D64E9"/>
    <w:rsid w:val="002D768D"/>
    <w:rsid w:val="002F593F"/>
    <w:rsid w:val="002F72E4"/>
    <w:rsid w:val="002F7E3D"/>
    <w:rsid w:val="003159F2"/>
    <w:rsid w:val="00325943"/>
    <w:rsid w:val="00330B26"/>
    <w:rsid w:val="00341246"/>
    <w:rsid w:val="00350065"/>
    <w:rsid w:val="00351384"/>
    <w:rsid w:val="00365F3E"/>
    <w:rsid w:val="003746CD"/>
    <w:rsid w:val="00390CCE"/>
    <w:rsid w:val="003A3D62"/>
    <w:rsid w:val="003A6371"/>
    <w:rsid w:val="003B1486"/>
    <w:rsid w:val="003E2383"/>
    <w:rsid w:val="003E4263"/>
    <w:rsid w:val="003E4CCC"/>
    <w:rsid w:val="003F070E"/>
    <w:rsid w:val="00402552"/>
    <w:rsid w:val="004049BB"/>
    <w:rsid w:val="00411F60"/>
    <w:rsid w:val="004261F9"/>
    <w:rsid w:val="00431925"/>
    <w:rsid w:val="00436A5E"/>
    <w:rsid w:val="004407D2"/>
    <w:rsid w:val="004570D8"/>
    <w:rsid w:val="00462099"/>
    <w:rsid w:val="00463C9A"/>
    <w:rsid w:val="00466FE5"/>
    <w:rsid w:val="00472C46"/>
    <w:rsid w:val="004819FA"/>
    <w:rsid w:val="004844EC"/>
    <w:rsid w:val="004846B2"/>
    <w:rsid w:val="00487EA3"/>
    <w:rsid w:val="004B5D69"/>
    <w:rsid w:val="004C0AB4"/>
    <w:rsid w:val="004C33DE"/>
    <w:rsid w:val="004C5D7A"/>
    <w:rsid w:val="004D1DE1"/>
    <w:rsid w:val="004E664E"/>
    <w:rsid w:val="004F0571"/>
    <w:rsid w:val="004F554E"/>
    <w:rsid w:val="005049CA"/>
    <w:rsid w:val="00531F79"/>
    <w:rsid w:val="00581F59"/>
    <w:rsid w:val="0059653D"/>
    <w:rsid w:val="005A195F"/>
    <w:rsid w:val="005B7973"/>
    <w:rsid w:val="005C122E"/>
    <w:rsid w:val="005E12B6"/>
    <w:rsid w:val="005F0D56"/>
    <w:rsid w:val="005F7BE1"/>
    <w:rsid w:val="0060114A"/>
    <w:rsid w:val="00602303"/>
    <w:rsid w:val="00624A04"/>
    <w:rsid w:val="00656F50"/>
    <w:rsid w:val="0067417D"/>
    <w:rsid w:val="0068304C"/>
    <w:rsid w:val="00694948"/>
    <w:rsid w:val="006A1AAE"/>
    <w:rsid w:val="006A530E"/>
    <w:rsid w:val="006C07AC"/>
    <w:rsid w:val="006C37B2"/>
    <w:rsid w:val="006C5343"/>
    <w:rsid w:val="006C7B77"/>
    <w:rsid w:val="006D1EAF"/>
    <w:rsid w:val="006F0A4C"/>
    <w:rsid w:val="006F3913"/>
    <w:rsid w:val="00711AA3"/>
    <w:rsid w:val="0071374A"/>
    <w:rsid w:val="00722EBD"/>
    <w:rsid w:val="00727CB0"/>
    <w:rsid w:val="007319DC"/>
    <w:rsid w:val="00731D10"/>
    <w:rsid w:val="007354DD"/>
    <w:rsid w:val="00741FA7"/>
    <w:rsid w:val="007442FE"/>
    <w:rsid w:val="00747515"/>
    <w:rsid w:val="007512CD"/>
    <w:rsid w:val="00751894"/>
    <w:rsid w:val="0075222D"/>
    <w:rsid w:val="0075278D"/>
    <w:rsid w:val="00786569"/>
    <w:rsid w:val="007A0528"/>
    <w:rsid w:val="007A558E"/>
    <w:rsid w:val="007B45E8"/>
    <w:rsid w:val="007B4613"/>
    <w:rsid w:val="007C47D0"/>
    <w:rsid w:val="007C6A81"/>
    <w:rsid w:val="007D2B48"/>
    <w:rsid w:val="007E318D"/>
    <w:rsid w:val="007F2455"/>
    <w:rsid w:val="007F28FC"/>
    <w:rsid w:val="007F3FA4"/>
    <w:rsid w:val="0080381D"/>
    <w:rsid w:val="00820BEB"/>
    <w:rsid w:val="00823724"/>
    <w:rsid w:val="0082794E"/>
    <w:rsid w:val="00836491"/>
    <w:rsid w:val="00844122"/>
    <w:rsid w:val="0086218F"/>
    <w:rsid w:val="00865C97"/>
    <w:rsid w:val="0087301D"/>
    <w:rsid w:val="00881118"/>
    <w:rsid w:val="00883F4F"/>
    <w:rsid w:val="008870EF"/>
    <w:rsid w:val="00890714"/>
    <w:rsid w:val="008973FE"/>
    <w:rsid w:val="008A14C3"/>
    <w:rsid w:val="008A7BF3"/>
    <w:rsid w:val="008B6EC8"/>
    <w:rsid w:val="008B7D68"/>
    <w:rsid w:val="008C40A1"/>
    <w:rsid w:val="008C5D8C"/>
    <w:rsid w:val="008D5965"/>
    <w:rsid w:val="008F0A6E"/>
    <w:rsid w:val="008F0EDA"/>
    <w:rsid w:val="008F4CA7"/>
    <w:rsid w:val="008F7B2D"/>
    <w:rsid w:val="009100BF"/>
    <w:rsid w:val="009116A4"/>
    <w:rsid w:val="00916F69"/>
    <w:rsid w:val="00920176"/>
    <w:rsid w:val="009253EA"/>
    <w:rsid w:val="00935085"/>
    <w:rsid w:val="009357FF"/>
    <w:rsid w:val="00957405"/>
    <w:rsid w:val="009641B6"/>
    <w:rsid w:val="00971607"/>
    <w:rsid w:val="00976BD9"/>
    <w:rsid w:val="00983236"/>
    <w:rsid w:val="00991BB7"/>
    <w:rsid w:val="00992962"/>
    <w:rsid w:val="0099702E"/>
    <w:rsid w:val="009A1009"/>
    <w:rsid w:val="009A6054"/>
    <w:rsid w:val="009B4082"/>
    <w:rsid w:val="009C4CEF"/>
    <w:rsid w:val="009C62DB"/>
    <w:rsid w:val="009F3ED2"/>
    <w:rsid w:val="00A06939"/>
    <w:rsid w:val="00A12A4C"/>
    <w:rsid w:val="00A16AC1"/>
    <w:rsid w:val="00A44659"/>
    <w:rsid w:val="00A46CC3"/>
    <w:rsid w:val="00A66931"/>
    <w:rsid w:val="00A7354F"/>
    <w:rsid w:val="00A92173"/>
    <w:rsid w:val="00A92312"/>
    <w:rsid w:val="00A932A1"/>
    <w:rsid w:val="00AA26DE"/>
    <w:rsid w:val="00AA6123"/>
    <w:rsid w:val="00AC2575"/>
    <w:rsid w:val="00AC3ABC"/>
    <w:rsid w:val="00AD5A71"/>
    <w:rsid w:val="00AE3584"/>
    <w:rsid w:val="00AF396B"/>
    <w:rsid w:val="00B151DE"/>
    <w:rsid w:val="00B20C6C"/>
    <w:rsid w:val="00B20C7A"/>
    <w:rsid w:val="00B30C5E"/>
    <w:rsid w:val="00B675D0"/>
    <w:rsid w:val="00B67E87"/>
    <w:rsid w:val="00B73248"/>
    <w:rsid w:val="00B75BDA"/>
    <w:rsid w:val="00B76957"/>
    <w:rsid w:val="00B849A9"/>
    <w:rsid w:val="00B851C8"/>
    <w:rsid w:val="00B86CD3"/>
    <w:rsid w:val="00B95A92"/>
    <w:rsid w:val="00BB28CC"/>
    <w:rsid w:val="00BB2E98"/>
    <w:rsid w:val="00BC3E72"/>
    <w:rsid w:val="00BD1122"/>
    <w:rsid w:val="00BD4483"/>
    <w:rsid w:val="00BD4CD3"/>
    <w:rsid w:val="00BF10C8"/>
    <w:rsid w:val="00C03B14"/>
    <w:rsid w:val="00C20C10"/>
    <w:rsid w:val="00C31ECA"/>
    <w:rsid w:val="00C34BD5"/>
    <w:rsid w:val="00C44913"/>
    <w:rsid w:val="00C61FE6"/>
    <w:rsid w:val="00C71EC0"/>
    <w:rsid w:val="00C76654"/>
    <w:rsid w:val="00C923B2"/>
    <w:rsid w:val="00C93AEB"/>
    <w:rsid w:val="00C95046"/>
    <w:rsid w:val="00CB569A"/>
    <w:rsid w:val="00CB56DD"/>
    <w:rsid w:val="00CC09C1"/>
    <w:rsid w:val="00CC119B"/>
    <w:rsid w:val="00CC7FE6"/>
    <w:rsid w:val="00CE224C"/>
    <w:rsid w:val="00CF3409"/>
    <w:rsid w:val="00CF644E"/>
    <w:rsid w:val="00D12C71"/>
    <w:rsid w:val="00D20B68"/>
    <w:rsid w:val="00D2226F"/>
    <w:rsid w:val="00D3331F"/>
    <w:rsid w:val="00D451FA"/>
    <w:rsid w:val="00D4604D"/>
    <w:rsid w:val="00D56F8A"/>
    <w:rsid w:val="00D57C70"/>
    <w:rsid w:val="00D83241"/>
    <w:rsid w:val="00D90814"/>
    <w:rsid w:val="00D92A87"/>
    <w:rsid w:val="00D94609"/>
    <w:rsid w:val="00D96E12"/>
    <w:rsid w:val="00D973B9"/>
    <w:rsid w:val="00D97A77"/>
    <w:rsid w:val="00DA1571"/>
    <w:rsid w:val="00DC11D9"/>
    <w:rsid w:val="00DD2A0D"/>
    <w:rsid w:val="00DE007E"/>
    <w:rsid w:val="00DE63F3"/>
    <w:rsid w:val="00DF3DFB"/>
    <w:rsid w:val="00E026A6"/>
    <w:rsid w:val="00E14CAE"/>
    <w:rsid w:val="00E14DAF"/>
    <w:rsid w:val="00E227B3"/>
    <w:rsid w:val="00E31F0D"/>
    <w:rsid w:val="00E415F1"/>
    <w:rsid w:val="00E4694D"/>
    <w:rsid w:val="00E63B6E"/>
    <w:rsid w:val="00E7525E"/>
    <w:rsid w:val="00E8731D"/>
    <w:rsid w:val="00E93E95"/>
    <w:rsid w:val="00EA26E8"/>
    <w:rsid w:val="00EC50E2"/>
    <w:rsid w:val="00EE001F"/>
    <w:rsid w:val="00EF0D6F"/>
    <w:rsid w:val="00EF5857"/>
    <w:rsid w:val="00F01EA4"/>
    <w:rsid w:val="00F07FC8"/>
    <w:rsid w:val="00F1310B"/>
    <w:rsid w:val="00F14085"/>
    <w:rsid w:val="00F201C7"/>
    <w:rsid w:val="00F21583"/>
    <w:rsid w:val="00F22963"/>
    <w:rsid w:val="00F31751"/>
    <w:rsid w:val="00F41694"/>
    <w:rsid w:val="00F5753F"/>
    <w:rsid w:val="00F60DB7"/>
    <w:rsid w:val="00F7238B"/>
    <w:rsid w:val="00F7406E"/>
    <w:rsid w:val="00F82FF0"/>
    <w:rsid w:val="00F84D6B"/>
    <w:rsid w:val="00F87758"/>
    <w:rsid w:val="00F87E98"/>
    <w:rsid w:val="00FA746E"/>
    <w:rsid w:val="00FB21DD"/>
    <w:rsid w:val="00FC10F1"/>
    <w:rsid w:val="00FD67CA"/>
    <w:rsid w:val="00FE1C43"/>
    <w:rsid w:val="00FE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123"/>
    <w:pPr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97F"/>
    <w:pPr>
      <w:keepNext/>
      <w:jc w:val="both"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B097F"/>
    <w:pPr>
      <w:keepNext/>
      <w:ind w:left="1248" w:firstLine="168"/>
      <w:jc w:val="both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097F"/>
    <w:pPr>
      <w:keepNext/>
      <w:jc w:val="center"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B097F"/>
    <w:pPr>
      <w:keepNext/>
      <w:ind w:left="1248" w:firstLine="168"/>
      <w:jc w:val="right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B097F"/>
    <w:pPr>
      <w:keepNext/>
      <w:jc w:val="center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B097F"/>
    <w:pPr>
      <w:keepNext/>
      <w:outlineLvl w:val="5"/>
    </w:pPr>
    <w:rPr>
      <w:rFonts w:ascii="Calibri" w:hAnsi="Calibri"/>
      <w:b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6FE5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6FE5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6FE5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66FE5"/>
    <w:rPr>
      <w:rFonts w:ascii="Calibri" w:hAnsi="Calibri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66FE5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66FE5"/>
    <w:rPr>
      <w:rFonts w:ascii="Calibri" w:hAnsi="Calibri"/>
      <w:b/>
    </w:rPr>
  </w:style>
  <w:style w:type="paragraph" w:styleId="Title">
    <w:name w:val="Title"/>
    <w:basedOn w:val="Normal"/>
    <w:link w:val="TitleChar"/>
    <w:uiPriority w:val="99"/>
    <w:qFormat/>
    <w:rsid w:val="000B097F"/>
    <w:pPr>
      <w:jc w:val="center"/>
    </w:pPr>
    <w:rPr>
      <w:rFonts w:ascii="Cambria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66FE5"/>
    <w:rPr>
      <w:rFonts w:ascii="Cambria" w:hAnsi="Cambria"/>
      <w:b/>
      <w:kern w:val="28"/>
      <w:sz w:val="32"/>
    </w:rPr>
  </w:style>
  <w:style w:type="paragraph" w:customStyle="1" w:styleId="BodyText21">
    <w:name w:val="Body Text 21"/>
    <w:basedOn w:val="Normal"/>
    <w:uiPriority w:val="99"/>
    <w:rsid w:val="000B097F"/>
    <w:pPr>
      <w:ind w:firstLine="540"/>
      <w:jc w:val="both"/>
    </w:pPr>
    <w:rPr>
      <w:sz w:val="28"/>
    </w:rPr>
  </w:style>
  <w:style w:type="paragraph" w:customStyle="1" w:styleId="BodyText211">
    <w:name w:val="Body Text 211"/>
    <w:basedOn w:val="Normal"/>
    <w:uiPriority w:val="99"/>
    <w:rsid w:val="000B097F"/>
    <w:pPr>
      <w:ind w:left="2127" w:hanging="2127"/>
    </w:pPr>
    <w:rPr>
      <w:sz w:val="28"/>
    </w:rPr>
  </w:style>
  <w:style w:type="paragraph" w:customStyle="1" w:styleId="BodyTextIndent21">
    <w:name w:val="Body Text Indent 21"/>
    <w:basedOn w:val="Normal"/>
    <w:uiPriority w:val="99"/>
    <w:rsid w:val="000B097F"/>
    <w:pPr>
      <w:ind w:firstLine="709"/>
      <w:jc w:val="both"/>
    </w:pPr>
    <w:rPr>
      <w:sz w:val="28"/>
    </w:rPr>
  </w:style>
  <w:style w:type="paragraph" w:styleId="Header">
    <w:name w:val="header"/>
    <w:basedOn w:val="Normal"/>
    <w:link w:val="HeaderChar"/>
    <w:uiPriority w:val="99"/>
    <w:rsid w:val="000B097F"/>
    <w:pPr>
      <w:tabs>
        <w:tab w:val="center" w:pos="4677"/>
        <w:tab w:val="right" w:pos="935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66FE5"/>
    <w:rPr>
      <w:sz w:val="20"/>
    </w:rPr>
  </w:style>
  <w:style w:type="paragraph" w:styleId="Footer">
    <w:name w:val="footer"/>
    <w:basedOn w:val="Normal"/>
    <w:link w:val="FooterChar"/>
    <w:uiPriority w:val="99"/>
    <w:rsid w:val="000B09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C51C1"/>
    <w:rPr>
      <w:sz w:val="24"/>
    </w:rPr>
  </w:style>
  <w:style w:type="table" w:styleId="TableGrid">
    <w:name w:val="Table Grid"/>
    <w:basedOn w:val="TableNormal"/>
    <w:uiPriority w:val="99"/>
    <w:rsid w:val="003E4CC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143B7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6FE5"/>
    <w:rPr>
      <w:sz w:val="2"/>
    </w:rPr>
  </w:style>
  <w:style w:type="character" w:styleId="PageNumber">
    <w:name w:val="page number"/>
    <w:basedOn w:val="DefaultParagraphFont"/>
    <w:uiPriority w:val="99"/>
    <w:rsid w:val="007F245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94609"/>
    <w:pPr>
      <w:overflowPunct/>
      <w:autoSpaceDE/>
      <w:autoSpaceDN/>
      <w:adjustRightInd/>
      <w:spacing w:after="120"/>
      <w:textAlignment w:val="auto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6FE5"/>
    <w:rPr>
      <w:sz w:val="20"/>
    </w:rPr>
  </w:style>
  <w:style w:type="paragraph" w:customStyle="1" w:styleId="ConsPlusTitle">
    <w:name w:val="ConsPlusTitle"/>
    <w:uiPriority w:val="99"/>
    <w:rsid w:val="009C62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3</Pages>
  <Words>471</Words>
  <Characters>2685</Characters>
  <Application>Microsoft Office Outlook</Application>
  <DocSecurity>0</DocSecurity>
  <Lines>0</Lines>
  <Paragraphs>0</Paragraphs>
  <ScaleCrop>false</ScaleCrop>
  <Company>Отдел ИО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subject/>
  <dc:creator>Митяшин Сергей Васильевич</dc:creator>
  <cp:keywords/>
  <dc:description/>
  <cp:lastModifiedBy>Клягин</cp:lastModifiedBy>
  <cp:revision>25</cp:revision>
  <cp:lastPrinted>2019-01-18T08:06:00Z</cp:lastPrinted>
  <dcterms:created xsi:type="dcterms:W3CDTF">2016-12-30T07:29:00Z</dcterms:created>
  <dcterms:modified xsi:type="dcterms:W3CDTF">2021-03-10T06:16:00Z</dcterms:modified>
</cp:coreProperties>
</file>