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11" w:rsidRPr="009F3ED2" w:rsidRDefault="002E4711" w:rsidP="009357FF">
      <w:pPr>
        <w:suppressAutoHyphens/>
        <w:jc w:val="center"/>
        <w:rPr>
          <w:sz w:val="28"/>
          <w:szCs w:val="28"/>
          <w:lang w:eastAsia="ar-SA"/>
        </w:rPr>
      </w:pPr>
      <w:r w:rsidRPr="009F3ED2">
        <w:rPr>
          <w:sz w:val="28"/>
          <w:szCs w:val="28"/>
          <w:lang w:eastAsia="ar-SA"/>
        </w:rPr>
        <w:t>РОССИЙСКАЯ ФЕДЕРАЦИЯ</w:t>
      </w:r>
    </w:p>
    <w:p w:rsidR="002E4711" w:rsidRPr="009F3ED2" w:rsidRDefault="002E4711" w:rsidP="009357FF">
      <w:pPr>
        <w:suppressAutoHyphens/>
        <w:jc w:val="center"/>
        <w:rPr>
          <w:sz w:val="28"/>
          <w:szCs w:val="28"/>
          <w:lang w:eastAsia="ar-SA"/>
        </w:rPr>
      </w:pPr>
      <w:r w:rsidRPr="009F3ED2">
        <w:rPr>
          <w:sz w:val="28"/>
          <w:szCs w:val="28"/>
          <w:lang w:eastAsia="ar-SA"/>
        </w:rPr>
        <w:t>РОСТОВСКАЯ ОБЛАСТЬ</w:t>
      </w:r>
    </w:p>
    <w:p w:rsidR="002E4711" w:rsidRPr="009F3ED2" w:rsidRDefault="002E4711" w:rsidP="009357FF">
      <w:pPr>
        <w:suppressAutoHyphens/>
        <w:jc w:val="center"/>
        <w:rPr>
          <w:sz w:val="28"/>
          <w:szCs w:val="28"/>
          <w:lang w:eastAsia="ar-SA"/>
        </w:rPr>
      </w:pPr>
      <w:r w:rsidRPr="009F3ED2">
        <w:rPr>
          <w:sz w:val="28"/>
          <w:szCs w:val="28"/>
          <w:lang w:eastAsia="ar-SA"/>
        </w:rPr>
        <w:t>МУНИЦИПАЛЬНОЕ ОБРАЗОВАНИЕ «БОКОВСКИЙ РАЙОН»</w:t>
      </w:r>
    </w:p>
    <w:p w:rsidR="002E4711" w:rsidRPr="009F3ED2" w:rsidRDefault="002E4711" w:rsidP="009357FF">
      <w:pPr>
        <w:suppressAutoHyphens/>
        <w:jc w:val="center"/>
        <w:rPr>
          <w:sz w:val="28"/>
          <w:szCs w:val="28"/>
          <w:lang w:eastAsia="ar-SA"/>
        </w:rPr>
      </w:pPr>
      <w:r w:rsidRPr="009F3ED2">
        <w:rPr>
          <w:sz w:val="28"/>
          <w:szCs w:val="28"/>
          <w:lang w:eastAsia="ar-SA"/>
        </w:rPr>
        <w:t>АДМИНИСТРАЦИЯ БОКОВСКОГО РАЙОНА</w:t>
      </w:r>
    </w:p>
    <w:p w:rsidR="002E4711" w:rsidRPr="009F3ED2" w:rsidRDefault="002E4711" w:rsidP="009357FF">
      <w:pPr>
        <w:tabs>
          <w:tab w:val="left" w:pos="7260"/>
        </w:tabs>
        <w:suppressAutoHyphens/>
        <w:rPr>
          <w:sz w:val="28"/>
          <w:szCs w:val="28"/>
          <w:lang w:eastAsia="ar-SA"/>
        </w:rPr>
      </w:pPr>
      <w:r w:rsidRPr="009F3ED2">
        <w:rPr>
          <w:sz w:val="28"/>
          <w:szCs w:val="28"/>
          <w:lang w:eastAsia="ar-SA"/>
        </w:rPr>
        <w:tab/>
      </w:r>
    </w:p>
    <w:p w:rsidR="002E4711" w:rsidRPr="009F3ED2" w:rsidRDefault="002E4711" w:rsidP="009357FF">
      <w:pPr>
        <w:suppressAutoHyphens/>
        <w:jc w:val="center"/>
        <w:rPr>
          <w:sz w:val="28"/>
          <w:szCs w:val="28"/>
          <w:lang w:eastAsia="ar-SA"/>
        </w:rPr>
      </w:pPr>
      <w:r w:rsidRPr="009F3ED2">
        <w:rPr>
          <w:sz w:val="28"/>
          <w:szCs w:val="28"/>
          <w:lang w:eastAsia="ar-SA"/>
        </w:rPr>
        <w:t>РАСПОРЯЖЕНИЕ</w:t>
      </w:r>
    </w:p>
    <w:p w:rsidR="002E4711" w:rsidRPr="009F3ED2" w:rsidRDefault="002E4711" w:rsidP="009357FF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0" w:type="auto"/>
        <w:tblLook w:val="00A0"/>
      </w:tblPr>
      <w:tblGrid>
        <w:gridCol w:w="3328"/>
        <w:gridCol w:w="3311"/>
        <w:gridCol w:w="3328"/>
      </w:tblGrid>
      <w:tr w:rsidR="002E4711" w:rsidRPr="009F3ED2" w:rsidTr="003A3D62">
        <w:tc>
          <w:tcPr>
            <w:tcW w:w="3377" w:type="dxa"/>
          </w:tcPr>
          <w:p w:rsidR="002E4711" w:rsidRPr="004B2B1D" w:rsidRDefault="002E4711" w:rsidP="003A3D62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val="en-US" w:eastAsia="ar-SA"/>
              </w:rPr>
              <w:t>__</w:t>
            </w:r>
            <w:r>
              <w:rPr>
                <w:sz w:val="28"/>
                <w:szCs w:val="28"/>
                <w:lang w:eastAsia="ar-SA"/>
              </w:rPr>
              <w:t xml:space="preserve">       22.01.2019 г.</w:t>
            </w:r>
          </w:p>
        </w:tc>
        <w:tc>
          <w:tcPr>
            <w:tcW w:w="3378" w:type="dxa"/>
          </w:tcPr>
          <w:p w:rsidR="002E4711" w:rsidRPr="009F3ED2" w:rsidRDefault="002E4711" w:rsidP="003A3D62">
            <w:pPr>
              <w:suppressAutoHyphens/>
              <w:jc w:val="center"/>
              <w:rPr>
                <w:sz w:val="28"/>
                <w:szCs w:val="28"/>
                <w:lang w:val="en-US" w:eastAsia="ar-SA"/>
              </w:rPr>
            </w:pPr>
            <w:r w:rsidRPr="009F3ED2">
              <w:rPr>
                <w:sz w:val="28"/>
                <w:szCs w:val="28"/>
                <w:lang w:eastAsia="ar-SA"/>
              </w:rPr>
              <w:t xml:space="preserve">№ </w:t>
            </w:r>
            <w:r>
              <w:rPr>
                <w:sz w:val="28"/>
                <w:szCs w:val="28"/>
                <w:lang w:eastAsia="ar-SA"/>
              </w:rPr>
              <w:t>35</w:t>
            </w:r>
            <w:r w:rsidRPr="009F3ED2">
              <w:rPr>
                <w:sz w:val="28"/>
                <w:szCs w:val="28"/>
                <w:lang w:val="en-US" w:eastAsia="ar-SA"/>
              </w:rPr>
              <w:t>__</w:t>
            </w:r>
          </w:p>
        </w:tc>
        <w:tc>
          <w:tcPr>
            <w:tcW w:w="3378" w:type="dxa"/>
          </w:tcPr>
          <w:p w:rsidR="002E4711" w:rsidRPr="009F3ED2" w:rsidRDefault="002E4711" w:rsidP="003A3D62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9F3ED2">
              <w:rPr>
                <w:sz w:val="28"/>
                <w:szCs w:val="28"/>
                <w:lang w:eastAsia="ar-SA"/>
              </w:rPr>
              <w:t>ст-ца Боковская</w:t>
            </w:r>
          </w:p>
        </w:tc>
      </w:tr>
    </w:tbl>
    <w:p w:rsidR="002E4711" w:rsidRPr="009F3ED2" w:rsidRDefault="002E4711" w:rsidP="00A92173">
      <w:pPr>
        <w:pStyle w:val="Heading1"/>
        <w:jc w:val="left"/>
        <w:rPr>
          <w:sz w:val="28"/>
          <w:szCs w:val="28"/>
          <w:lang w:val="en-US"/>
        </w:rPr>
      </w:pPr>
    </w:p>
    <w:p w:rsidR="002E4711" w:rsidRPr="00F82FF0" w:rsidRDefault="002E4711" w:rsidP="00A92173">
      <w:pPr>
        <w:pStyle w:val="Heading1"/>
        <w:jc w:val="left"/>
        <w:rPr>
          <w:b w:val="0"/>
          <w:sz w:val="28"/>
          <w:szCs w:val="28"/>
        </w:rPr>
      </w:pPr>
      <w:r w:rsidRPr="00D83241">
        <w:rPr>
          <w:rFonts w:ascii="Times New Roman" w:hAnsi="Times New Roman"/>
          <w:b w:val="0"/>
          <w:sz w:val="28"/>
          <w:szCs w:val="28"/>
        </w:rPr>
        <w:t>Об утверждении Плана</w:t>
      </w:r>
      <w:r w:rsidRPr="00F82FF0">
        <w:rPr>
          <w:b w:val="0"/>
          <w:sz w:val="28"/>
          <w:szCs w:val="28"/>
        </w:rPr>
        <w:t xml:space="preserve"> </w:t>
      </w:r>
      <w:r w:rsidRPr="00D83241">
        <w:rPr>
          <w:rFonts w:ascii="Times New Roman" w:hAnsi="Times New Roman"/>
          <w:b w:val="0"/>
          <w:sz w:val="28"/>
          <w:szCs w:val="28"/>
        </w:rPr>
        <w:t>реализации</w:t>
      </w:r>
    </w:p>
    <w:p w:rsidR="002E4711" w:rsidRPr="00F82FF0" w:rsidRDefault="002E4711" w:rsidP="00AE3584">
      <w:pPr>
        <w:rPr>
          <w:sz w:val="28"/>
          <w:szCs w:val="28"/>
        </w:rPr>
      </w:pPr>
      <w:r w:rsidRPr="00F82FF0">
        <w:rPr>
          <w:sz w:val="28"/>
          <w:szCs w:val="28"/>
        </w:rPr>
        <w:t>муниципальной программы</w:t>
      </w:r>
    </w:p>
    <w:p w:rsidR="002E4711" w:rsidRPr="00F82FF0" w:rsidRDefault="002E4711" w:rsidP="00AE3584">
      <w:pPr>
        <w:rPr>
          <w:sz w:val="28"/>
          <w:szCs w:val="28"/>
        </w:rPr>
      </w:pPr>
      <w:r w:rsidRPr="00F82FF0">
        <w:rPr>
          <w:sz w:val="28"/>
          <w:szCs w:val="28"/>
        </w:rPr>
        <w:t>«Развитие физической культуры и спорта»</w:t>
      </w:r>
    </w:p>
    <w:p w:rsidR="002E4711" w:rsidRPr="00F82FF0" w:rsidRDefault="002E4711" w:rsidP="00F07FC8">
      <w:pPr>
        <w:pStyle w:val="BodyText21"/>
        <w:rPr>
          <w:rFonts w:ascii="Times New Roman CYR" w:hAnsi="Times New Roman CYR"/>
          <w:szCs w:val="28"/>
        </w:rPr>
      </w:pPr>
    </w:p>
    <w:p w:rsidR="002E4711" w:rsidRPr="00F82FF0" w:rsidRDefault="002E4711" w:rsidP="00F07FC8">
      <w:pPr>
        <w:pStyle w:val="BodyText21"/>
        <w:rPr>
          <w:rFonts w:ascii="Times New Roman CYR" w:hAnsi="Times New Roman CYR"/>
          <w:szCs w:val="28"/>
        </w:rPr>
      </w:pPr>
    </w:p>
    <w:p w:rsidR="002E4711" w:rsidRPr="00D83241" w:rsidRDefault="002E4711" w:rsidP="00242A5A">
      <w:pPr>
        <w:pStyle w:val="Heading1"/>
        <w:shd w:val="clear" w:color="auto" w:fill="FFFFFF"/>
        <w:spacing w:after="144" w:line="270" w:lineRule="atLeast"/>
        <w:ind w:firstLine="708"/>
        <w:rPr>
          <w:rFonts w:ascii="Times New Roman" w:hAnsi="Times New Roman"/>
          <w:b w:val="0"/>
          <w:color w:val="333333"/>
          <w:sz w:val="28"/>
          <w:szCs w:val="28"/>
        </w:rPr>
      </w:pPr>
      <w:r w:rsidRPr="00D83241">
        <w:rPr>
          <w:rFonts w:ascii="Times New Roman" w:hAnsi="Times New Roman"/>
          <w:b w:val="0"/>
          <w:sz w:val="28"/>
          <w:szCs w:val="28"/>
        </w:rPr>
        <w:t>В соответствии с постановлением Администрации Боковского района от </w:t>
      </w:r>
      <w:r w:rsidRPr="003F070E">
        <w:rPr>
          <w:rFonts w:ascii="Times New Roman" w:hAnsi="Times New Roman"/>
          <w:b w:val="0"/>
          <w:sz w:val="28"/>
          <w:szCs w:val="28"/>
        </w:rPr>
        <w:t>30.01.2018 №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3F070E">
        <w:rPr>
          <w:rFonts w:ascii="Times New Roman" w:hAnsi="Times New Roman"/>
          <w:b w:val="0"/>
          <w:sz w:val="28"/>
          <w:szCs w:val="28"/>
        </w:rPr>
        <w:t>99 «Об утверждении Порядка разработки, реализации и оценки эффективности муниципальных программ Боковского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241">
        <w:rPr>
          <w:rFonts w:ascii="Times New Roman" w:hAnsi="Times New Roman"/>
          <w:b w:val="0"/>
          <w:sz w:val="28"/>
          <w:szCs w:val="28"/>
        </w:rPr>
        <w:t>постановлением Адми</w:t>
      </w:r>
      <w:r>
        <w:rPr>
          <w:rFonts w:ascii="Times New Roman" w:hAnsi="Times New Roman"/>
          <w:b w:val="0"/>
          <w:sz w:val="28"/>
          <w:szCs w:val="28"/>
        </w:rPr>
        <w:t>нистрации Боковского района от 20.12</w:t>
      </w:r>
      <w:r w:rsidRPr="00D83241">
        <w:rPr>
          <w:rFonts w:ascii="Times New Roman" w:hAnsi="Times New Roman"/>
          <w:b w:val="0"/>
          <w:sz w:val="28"/>
          <w:szCs w:val="28"/>
        </w:rPr>
        <w:t>.201</w:t>
      </w:r>
      <w:r>
        <w:rPr>
          <w:rFonts w:ascii="Times New Roman" w:hAnsi="Times New Roman"/>
          <w:b w:val="0"/>
          <w:sz w:val="28"/>
          <w:szCs w:val="28"/>
        </w:rPr>
        <w:t>8 № 1447</w:t>
      </w:r>
      <w:r w:rsidRPr="00D83241">
        <w:rPr>
          <w:rFonts w:ascii="Times New Roman" w:hAnsi="Times New Roman"/>
          <w:b w:val="0"/>
          <w:sz w:val="28"/>
          <w:szCs w:val="28"/>
        </w:rPr>
        <w:t xml:space="preserve"> «Об утверждении муниципальной программы Боковского района «Развитие физической культуры и спорта»:</w:t>
      </w:r>
    </w:p>
    <w:p w:rsidR="002E4711" w:rsidRPr="00D83241" w:rsidRDefault="002E4711" w:rsidP="00FB21DD">
      <w:pPr>
        <w:ind w:firstLine="540"/>
        <w:jc w:val="both"/>
        <w:rPr>
          <w:sz w:val="28"/>
          <w:szCs w:val="28"/>
        </w:rPr>
      </w:pPr>
    </w:p>
    <w:p w:rsidR="002E4711" w:rsidRPr="00D83241" w:rsidRDefault="002E4711" w:rsidP="00820BEB">
      <w:pPr>
        <w:pStyle w:val="Heading1"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1. </w:t>
      </w:r>
      <w:r w:rsidRPr="00D83241">
        <w:rPr>
          <w:rFonts w:ascii="Times New Roman" w:hAnsi="Times New Roman"/>
          <w:b w:val="0"/>
          <w:sz w:val="28"/>
          <w:szCs w:val="28"/>
        </w:rPr>
        <w:t>Утвердить План реализации муниципальной программы Боковского района «Развитие физичес</w:t>
      </w:r>
      <w:r>
        <w:rPr>
          <w:rFonts w:ascii="Times New Roman" w:hAnsi="Times New Roman"/>
          <w:b w:val="0"/>
          <w:sz w:val="28"/>
          <w:szCs w:val="28"/>
        </w:rPr>
        <w:t>кой культуры и спорта» на 2019</w:t>
      </w:r>
      <w:r w:rsidRPr="00D83241">
        <w:rPr>
          <w:rFonts w:ascii="Times New Roman" w:hAnsi="Times New Roman"/>
          <w:b w:val="0"/>
          <w:sz w:val="28"/>
          <w:szCs w:val="28"/>
        </w:rPr>
        <w:t xml:space="preserve"> год согласно приложению.</w:t>
      </w:r>
    </w:p>
    <w:p w:rsidR="002E4711" w:rsidRPr="00F82FF0" w:rsidRDefault="002E4711" w:rsidP="00DD2A0D">
      <w:pPr>
        <w:tabs>
          <w:tab w:val="left" w:pos="709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82FF0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F82FF0">
        <w:rPr>
          <w:sz w:val="28"/>
          <w:szCs w:val="28"/>
        </w:rPr>
        <w:t>Контроль за исполнением распоряжения возложить на заместителя главы Администрации района по социальным вопросам Лукьянов</w:t>
      </w:r>
      <w:r>
        <w:rPr>
          <w:sz w:val="28"/>
          <w:szCs w:val="28"/>
        </w:rPr>
        <w:t>а</w:t>
      </w:r>
      <w:bookmarkStart w:id="0" w:name="_GoBack"/>
      <w:bookmarkEnd w:id="0"/>
      <w:r w:rsidRPr="00F82FF0">
        <w:rPr>
          <w:sz w:val="28"/>
          <w:szCs w:val="28"/>
        </w:rPr>
        <w:t xml:space="preserve"> С.Н.</w:t>
      </w:r>
    </w:p>
    <w:p w:rsidR="002E4711" w:rsidRPr="00F82FF0" w:rsidRDefault="002E4711" w:rsidP="0060114A">
      <w:pPr>
        <w:jc w:val="both"/>
        <w:rPr>
          <w:sz w:val="28"/>
          <w:szCs w:val="28"/>
        </w:rPr>
      </w:pPr>
    </w:p>
    <w:p w:rsidR="002E4711" w:rsidRDefault="002E4711" w:rsidP="0060114A">
      <w:pPr>
        <w:jc w:val="both"/>
        <w:rPr>
          <w:sz w:val="28"/>
          <w:szCs w:val="28"/>
        </w:rPr>
      </w:pPr>
    </w:p>
    <w:p w:rsidR="002E4711" w:rsidRPr="009F3ED2" w:rsidRDefault="002E4711" w:rsidP="0060114A">
      <w:pPr>
        <w:jc w:val="both"/>
        <w:rPr>
          <w:sz w:val="28"/>
          <w:szCs w:val="28"/>
        </w:rPr>
      </w:pPr>
    </w:p>
    <w:p w:rsidR="002E4711" w:rsidRDefault="002E4711" w:rsidP="00A12A4C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2E4711" w:rsidRDefault="002E4711" w:rsidP="00A12A4C">
      <w:pPr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</w:p>
    <w:p w:rsidR="002E4711" w:rsidRPr="009F3ED2" w:rsidRDefault="002E4711" w:rsidP="0060114A">
      <w:pPr>
        <w:jc w:val="both"/>
        <w:rPr>
          <w:sz w:val="28"/>
          <w:szCs w:val="28"/>
        </w:rPr>
      </w:pPr>
      <w:r>
        <w:rPr>
          <w:sz w:val="28"/>
          <w:szCs w:val="28"/>
        </w:rPr>
        <w:t>Боковского района                                                                                    А.О. Рыжков</w:t>
      </w:r>
    </w:p>
    <w:p w:rsidR="002E4711" w:rsidRPr="009F3ED2" w:rsidRDefault="002E4711" w:rsidP="0060114A">
      <w:pPr>
        <w:jc w:val="both"/>
        <w:rPr>
          <w:sz w:val="28"/>
          <w:szCs w:val="28"/>
        </w:rPr>
      </w:pPr>
    </w:p>
    <w:p w:rsidR="002E4711" w:rsidRDefault="002E4711" w:rsidP="0060114A">
      <w:pPr>
        <w:jc w:val="both"/>
        <w:rPr>
          <w:sz w:val="28"/>
          <w:szCs w:val="28"/>
        </w:rPr>
      </w:pPr>
    </w:p>
    <w:p w:rsidR="002E4711" w:rsidRPr="009F3ED2" w:rsidRDefault="002E4711" w:rsidP="0060114A">
      <w:pPr>
        <w:jc w:val="both"/>
        <w:rPr>
          <w:sz w:val="28"/>
          <w:szCs w:val="28"/>
        </w:rPr>
      </w:pPr>
    </w:p>
    <w:p w:rsidR="002E4711" w:rsidRPr="009F3ED2" w:rsidRDefault="002E4711" w:rsidP="0060114A">
      <w:pPr>
        <w:jc w:val="both"/>
        <w:rPr>
          <w:rFonts w:ascii="Times New Roman CYR" w:hAnsi="Times New Roman CYR"/>
          <w:sz w:val="28"/>
          <w:szCs w:val="28"/>
        </w:rPr>
      </w:pPr>
      <w:r w:rsidRPr="009F3ED2">
        <w:rPr>
          <w:rFonts w:ascii="Times New Roman CYR" w:hAnsi="Times New Roman CYR"/>
          <w:sz w:val="28"/>
          <w:szCs w:val="28"/>
        </w:rPr>
        <w:t xml:space="preserve">Распоряжение вносит </w:t>
      </w:r>
    </w:p>
    <w:p w:rsidR="002E4711" w:rsidRPr="009F3ED2" w:rsidRDefault="002E4711" w:rsidP="0060114A">
      <w:pPr>
        <w:jc w:val="both"/>
        <w:rPr>
          <w:rFonts w:ascii="Times New Roman CYR" w:hAnsi="Times New Roman CYR"/>
          <w:sz w:val="28"/>
          <w:szCs w:val="28"/>
        </w:rPr>
      </w:pPr>
      <w:r w:rsidRPr="009F3ED2">
        <w:rPr>
          <w:rFonts w:ascii="Times New Roman CYR" w:hAnsi="Times New Roman CYR"/>
          <w:sz w:val="28"/>
          <w:szCs w:val="28"/>
        </w:rPr>
        <w:t>сектор координации</w:t>
      </w:r>
    </w:p>
    <w:p w:rsidR="002E4711" w:rsidRPr="009F3ED2" w:rsidRDefault="002E4711" w:rsidP="0060114A">
      <w:pPr>
        <w:jc w:val="both"/>
        <w:rPr>
          <w:rFonts w:ascii="Times New Roman CYR" w:hAnsi="Times New Roman CYR"/>
          <w:sz w:val="28"/>
          <w:szCs w:val="28"/>
        </w:rPr>
      </w:pPr>
      <w:r w:rsidRPr="009F3ED2">
        <w:rPr>
          <w:rFonts w:ascii="Times New Roman CYR" w:hAnsi="Times New Roman CYR"/>
          <w:sz w:val="28"/>
          <w:szCs w:val="28"/>
        </w:rPr>
        <w:t>социальной сферы</w:t>
      </w:r>
    </w:p>
    <w:p w:rsidR="002E4711" w:rsidRDefault="002E4711" w:rsidP="0060114A">
      <w:pPr>
        <w:jc w:val="both"/>
        <w:rPr>
          <w:rFonts w:ascii="Times New Roman CYR" w:hAnsi="Times New Roman CYR"/>
          <w:sz w:val="28"/>
          <w:szCs w:val="28"/>
        </w:rPr>
      </w:pPr>
    </w:p>
    <w:p w:rsidR="002E4711" w:rsidRDefault="002E4711" w:rsidP="0060114A">
      <w:pPr>
        <w:jc w:val="both"/>
        <w:rPr>
          <w:rFonts w:ascii="Times New Roman CYR" w:hAnsi="Times New Roman CYR"/>
          <w:sz w:val="28"/>
          <w:szCs w:val="28"/>
        </w:rPr>
        <w:sectPr w:rsidR="002E4711" w:rsidSect="007F2455">
          <w:footerReference w:type="even" r:id="rId7"/>
          <w:footerReference w:type="default" r:id="rId8"/>
          <w:footerReference w:type="first" r:id="rId9"/>
          <w:pgSz w:w="11906" w:h="16838"/>
          <w:pgMar w:top="709" w:right="851" w:bottom="1134" w:left="1304" w:header="709" w:footer="709" w:gutter="0"/>
          <w:cols w:space="708"/>
          <w:titlePg/>
        </w:sectPr>
      </w:pPr>
    </w:p>
    <w:p w:rsidR="002E4711" w:rsidRDefault="002E4711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E4711" w:rsidRDefault="002E4711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</w:p>
    <w:p w:rsidR="002E4711" w:rsidRDefault="002E4711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2E4711" w:rsidRDefault="002E4711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Боковского района</w:t>
      </w:r>
    </w:p>
    <w:p w:rsidR="002E4711" w:rsidRDefault="002E4711" w:rsidP="000C51C1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от__________№______</w:t>
      </w:r>
    </w:p>
    <w:p w:rsidR="002E4711" w:rsidRDefault="002E4711" w:rsidP="000C51C1">
      <w:pPr>
        <w:ind w:left="10348"/>
        <w:jc w:val="center"/>
        <w:rPr>
          <w:sz w:val="28"/>
          <w:szCs w:val="28"/>
        </w:rPr>
      </w:pPr>
    </w:p>
    <w:p w:rsidR="002E4711" w:rsidRDefault="002E4711" w:rsidP="000C51C1">
      <w:pPr>
        <w:ind w:left="10348"/>
        <w:jc w:val="center"/>
        <w:rPr>
          <w:sz w:val="28"/>
          <w:szCs w:val="28"/>
        </w:rPr>
      </w:pPr>
    </w:p>
    <w:p w:rsidR="002E4711" w:rsidRDefault="002E4711" w:rsidP="000C51C1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2E4711" w:rsidRDefault="002E4711" w:rsidP="000C51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реализации муниципальной программы Боковского района </w:t>
      </w:r>
    </w:p>
    <w:p w:rsidR="002E4711" w:rsidRDefault="002E4711" w:rsidP="000C51C1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 и спорта» на 2019 год</w:t>
      </w:r>
    </w:p>
    <w:p w:rsidR="002E4711" w:rsidRDefault="002E4711" w:rsidP="000C51C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2836"/>
        <w:gridCol w:w="1797"/>
        <w:gridCol w:w="3306"/>
        <w:gridCol w:w="1384"/>
        <w:gridCol w:w="885"/>
        <w:gridCol w:w="719"/>
        <w:gridCol w:w="709"/>
        <w:gridCol w:w="980"/>
        <w:gridCol w:w="992"/>
        <w:gridCol w:w="709"/>
      </w:tblGrid>
      <w:tr w:rsidR="002E4711" w:rsidRPr="00844122" w:rsidTr="00A44659">
        <w:tc>
          <w:tcPr>
            <w:tcW w:w="674" w:type="dxa"/>
            <w:vMerge w:val="restart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№</w:t>
            </w:r>
          </w:p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п/п</w:t>
            </w:r>
          </w:p>
        </w:tc>
        <w:tc>
          <w:tcPr>
            <w:tcW w:w="2836" w:type="dxa"/>
            <w:vMerge w:val="restart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Наименование программы, основного мероприятия, контрольного события программы</w:t>
            </w:r>
          </w:p>
        </w:tc>
        <w:tc>
          <w:tcPr>
            <w:tcW w:w="1797" w:type="dxa"/>
            <w:vMerge w:val="restart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Ответственный исполнитель</w:t>
            </w:r>
          </w:p>
        </w:tc>
        <w:tc>
          <w:tcPr>
            <w:tcW w:w="3306" w:type="dxa"/>
            <w:vMerge w:val="restart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Ожидаемый результат</w:t>
            </w:r>
          </w:p>
        </w:tc>
        <w:tc>
          <w:tcPr>
            <w:tcW w:w="1384" w:type="dxa"/>
            <w:vMerge w:val="restart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Срок реализации</w:t>
            </w:r>
          </w:p>
        </w:tc>
        <w:tc>
          <w:tcPr>
            <w:tcW w:w="4994" w:type="dxa"/>
            <w:gridSpan w:val="6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 xml:space="preserve">Объем расходов </w:t>
            </w:r>
          </w:p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(тыс.руб.)</w:t>
            </w:r>
          </w:p>
        </w:tc>
      </w:tr>
      <w:tr w:rsidR="002E4711" w:rsidRPr="00844122" w:rsidTr="00A44659">
        <w:trPr>
          <w:cantSplit/>
          <w:trHeight w:val="2024"/>
        </w:trPr>
        <w:tc>
          <w:tcPr>
            <w:tcW w:w="674" w:type="dxa"/>
            <w:vMerge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</w:p>
        </w:tc>
        <w:tc>
          <w:tcPr>
            <w:tcW w:w="2836" w:type="dxa"/>
            <w:vMerge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</w:p>
        </w:tc>
        <w:tc>
          <w:tcPr>
            <w:tcW w:w="1797" w:type="dxa"/>
            <w:vMerge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</w:p>
        </w:tc>
        <w:tc>
          <w:tcPr>
            <w:tcW w:w="3306" w:type="dxa"/>
            <w:vMerge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</w:p>
        </w:tc>
        <w:tc>
          <w:tcPr>
            <w:tcW w:w="1384" w:type="dxa"/>
            <w:vMerge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</w:p>
        </w:tc>
        <w:tc>
          <w:tcPr>
            <w:tcW w:w="885" w:type="dxa"/>
            <w:textDirection w:val="btLr"/>
          </w:tcPr>
          <w:p w:rsidR="002E4711" w:rsidRPr="00844122" w:rsidRDefault="002E4711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всего</w:t>
            </w:r>
          </w:p>
        </w:tc>
        <w:tc>
          <w:tcPr>
            <w:tcW w:w="719" w:type="dxa"/>
            <w:textDirection w:val="btLr"/>
          </w:tcPr>
          <w:p w:rsidR="002E4711" w:rsidRPr="00844122" w:rsidRDefault="002E4711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областной бюджет</w:t>
            </w:r>
          </w:p>
        </w:tc>
        <w:tc>
          <w:tcPr>
            <w:tcW w:w="709" w:type="dxa"/>
            <w:textDirection w:val="btLr"/>
          </w:tcPr>
          <w:p w:rsidR="002E4711" w:rsidRPr="00844122" w:rsidRDefault="002E4711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федеральный бюджет</w:t>
            </w:r>
          </w:p>
        </w:tc>
        <w:tc>
          <w:tcPr>
            <w:tcW w:w="980" w:type="dxa"/>
            <w:textDirection w:val="btLr"/>
          </w:tcPr>
          <w:p w:rsidR="002E4711" w:rsidRPr="00844122" w:rsidRDefault="002E4711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бюджет Боковского района</w:t>
            </w:r>
          </w:p>
        </w:tc>
        <w:tc>
          <w:tcPr>
            <w:tcW w:w="992" w:type="dxa"/>
            <w:textDirection w:val="btLr"/>
          </w:tcPr>
          <w:p w:rsidR="002E4711" w:rsidRPr="00844122" w:rsidRDefault="002E4711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бюджет сельского поселения</w:t>
            </w:r>
          </w:p>
        </w:tc>
        <w:tc>
          <w:tcPr>
            <w:tcW w:w="709" w:type="dxa"/>
            <w:textDirection w:val="btLr"/>
          </w:tcPr>
          <w:p w:rsidR="002E4711" w:rsidRPr="00844122" w:rsidRDefault="002E4711" w:rsidP="00A44659">
            <w:pPr>
              <w:ind w:left="113" w:right="113"/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Внебюджетные источники</w:t>
            </w:r>
          </w:p>
        </w:tc>
      </w:tr>
      <w:tr w:rsidR="002E4711" w:rsidRPr="00844122" w:rsidTr="00A44659">
        <w:tc>
          <w:tcPr>
            <w:tcW w:w="67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1.</w:t>
            </w:r>
          </w:p>
        </w:tc>
        <w:tc>
          <w:tcPr>
            <w:tcW w:w="2836" w:type="dxa"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Подпрограмма «Развитие физической культуры и массового спорта в Боковском районе»</w:t>
            </w:r>
          </w:p>
        </w:tc>
        <w:tc>
          <w:tcPr>
            <w:tcW w:w="1797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306" w:type="dxa"/>
            <w:vMerge w:val="restart"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 xml:space="preserve">1. Совершенствование системы физического воспитания; </w:t>
            </w:r>
          </w:p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рост числа занимающихся физической культурой и спортом;</w:t>
            </w:r>
          </w:p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рост количества участников массовых спортивных и физкультурных мероприятий</w:t>
            </w:r>
          </w:p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2. Рост количества участников массовых спортивных и физкультурных мероприятий;</w:t>
            </w:r>
          </w:p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увеличение доли учащихся и студентов, систематически занимающихся физической культуры и спортом;</w:t>
            </w:r>
          </w:p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увеличение доли физкультурно-спортивных мероприятий среди учащихся и студентов</w:t>
            </w:r>
          </w:p>
        </w:tc>
        <w:tc>
          <w:tcPr>
            <w:tcW w:w="138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885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190,0</w:t>
            </w:r>
          </w:p>
        </w:tc>
        <w:tc>
          <w:tcPr>
            <w:tcW w:w="71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2E4711" w:rsidRPr="00844122" w:rsidRDefault="002E4711" w:rsidP="004844EC">
            <w:pPr>
              <w:rPr>
                <w:szCs w:val="24"/>
              </w:rPr>
            </w:pPr>
            <w:r>
              <w:rPr>
                <w:szCs w:val="24"/>
              </w:rPr>
              <w:t>190,0</w:t>
            </w:r>
          </w:p>
        </w:tc>
        <w:tc>
          <w:tcPr>
            <w:tcW w:w="992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2E4711" w:rsidRPr="00844122" w:rsidTr="00A44659">
        <w:tc>
          <w:tcPr>
            <w:tcW w:w="67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1.1.</w:t>
            </w:r>
          </w:p>
        </w:tc>
        <w:tc>
          <w:tcPr>
            <w:tcW w:w="2836" w:type="dxa"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9C4CEF">
              <w:rPr>
                <w:color w:val="000000"/>
              </w:rPr>
              <w:t>Физическое восп</w:t>
            </w:r>
            <w:r>
              <w:rPr>
                <w:color w:val="000000"/>
              </w:rPr>
              <w:t>итание населения Боковского района и обеспечение организации и проведения физкультурных и </w:t>
            </w:r>
            <w:r w:rsidRPr="009C4CEF">
              <w:rPr>
                <w:color w:val="000000"/>
              </w:rPr>
              <w:t>массовых спортивных мероприятий</w:t>
            </w:r>
          </w:p>
        </w:tc>
        <w:tc>
          <w:tcPr>
            <w:tcW w:w="1797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306" w:type="dxa"/>
            <w:vMerge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</w:p>
        </w:tc>
        <w:tc>
          <w:tcPr>
            <w:tcW w:w="138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885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130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71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2E4711" w:rsidRPr="00844122" w:rsidRDefault="002E4711" w:rsidP="00823724">
            <w:pPr>
              <w:rPr>
                <w:szCs w:val="24"/>
              </w:rPr>
            </w:pPr>
            <w:r>
              <w:rPr>
                <w:szCs w:val="24"/>
              </w:rPr>
              <w:t>130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992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2E4711" w:rsidRPr="00844122" w:rsidTr="00350065">
        <w:trPr>
          <w:trHeight w:val="1089"/>
        </w:trPr>
        <w:tc>
          <w:tcPr>
            <w:tcW w:w="67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1.2.</w:t>
            </w:r>
          </w:p>
        </w:tc>
        <w:tc>
          <w:tcPr>
            <w:tcW w:w="2836" w:type="dxa"/>
          </w:tcPr>
          <w:p w:rsidR="002E4711" w:rsidRPr="00823724" w:rsidRDefault="002E4711" w:rsidP="00823724">
            <w:pPr>
              <w:rPr>
                <w:szCs w:val="24"/>
              </w:rPr>
            </w:pPr>
            <w:r w:rsidRPr="009C4CEF">
              <w:rPr>
                <w:color w:val="000000"/>
              </w:rPr>
              <w:t>Меры по развитию студенческого спорта</w:t>
            </w:r>
            <w:r>
              <w:rPr>
                <w:color w:val="000000"/>
              </w:rPr>
              <w:t xml:space="preserve"> и спорт среди учащихся</w:t>
            </w:r>
          </w:p>
        </w:tc>
        <w:tc>
          <w:tcPr>
            <w:tcW w:w="1797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306" w:type="dxa"/>
            <w:vMerge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</w:p>
        </w:tc>
        <w:tc>
          <w:tcPr>
            <w:tcW w:w="138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885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71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992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2E4711" w:rsidRPr="00844122" w:rsidTr="00350065">
        <w:trPr>
          <w:trHeight w:val="1088"/>
        </w:trPr>
        <w:tc>
          <w:tcPr>
            <w:tcW w:w="67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1.3.</w:t>
            </w:r>
          </w:p>
        </w:tc>
        <w:tc>
          <w:tcPr>
            <w:tcW w:w="2836" w:type="dxa"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9C4CEF">
              <w:rPr>
                <w:color w:val="000000"/>
              </w:rPr>
              <w:t>Поэтапное внедрение ВФСК ГТО</w:t>
            </w:r>
          </w:p>
        </w:tc>
        <w:tc>
          <w:tcPr>
            <w:tcW w:w="1797" w:type="dxa"/>
          </w:tcPr>
          <w:p w:rsidR="002E4711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306" w:type="dxa"/>
            <w:vMerge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</w:p>
        </w:tc>
        <w:tc>
          <w:tcPr>
            <w:tcW w:w="1384" w:type="dxa"/>
          </w:tcPr>
          <w:p w:rsidR="002E4711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885" w:type="dxa"/>
          </w:tcPr>
          <w:p w:rsidR="002E4711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71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2E4711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992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2E4711" w:rsidRPr="00844122" w:rsidTr="00A44659">
        <w:tc>
          <w:tcPr>
            <w:tcW w:w="67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2.</w:t>
            </w:r>
          </w:p>
        </w:tc>
        <w:tc>
          <w:tcPr>
            <w:tcW w:w="2836" w:type="dxa"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Подпрограмма «Развитие инфраструктуры спорта в Боковском районе»</w:t>
            </w:r>
          </w:p>
        </w:tc>
        <w:tc>
          <w:tcPr>
            <w:tcW w:w="1797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306" w:type="dxa"/>
            <w:vMerge w:val="restart"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Создание сети спортивных сооружений, обеспечивающих возможность жителям Боковского района заниматься физической культурой и спортом, увеличение обеспеченности населения спортивными сооружениями</w:t>
            </w:r>
          </w:p>
        </w:tc>
        <w:tc>
          <w:tcPr>
            <w:tcW w:w="138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885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71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992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2E4711" w:rsidRPr="00844122" w:rsidTr="00A44659">
        <w:tc>
          <w:tcPr>
            <w:tcW w:w="67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2.1.</w:t>
            </w:r>
          </w:p>
        </w:tc>
        <w:tc>
          <w:tcPr>
            <w:tcW w:w="2836" w:type="dxa"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  <w:r w:rsidRPr="00844122">
              <w:rPr>
                <w:szCs w:val="24"/>
              </w:rPr>
              <w:t>Строительство и реконструкция спортивных объектов Боковского района</w:t>
            </w:r>
          </w:p>
        </w:tc>
        <w:tc>
          <w:tcPr>
            <w:tcW w:w="1797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Клягин А.В.</w:t>
            </w:r>
          </w:p>
        </w:tc>
        <w:tc>
          <w:tcPr>
            <w:tcW w:w="3306" w:type="dxa"/>
            <w:vMerge/>
          </w:tcPr>
          <w:p w:rsidR="002E4711" w:rsidRPr="00844122" w:rsidRDefault="002E4711" w:rsidP="00A44659">
            <w:pPr>
              <w:jc w:val="both"/>
              <w:rPr>
                <w:szCs w:val="24"/>
              </w:rPr>
            </w:pPr>
          </w:p>
        </w:tc>
        <w:tc>
          <w:tcPr>
            <w:tcW w:w="138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885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71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Pr="00844122">
              <w:rPr>
                <w:szCs w:val="24"/>
              </w:rPr>
              <w:t>,0</w:t>
            </w:r>
          </w:p>
        </w:tc>
        <w:tc>
          <w:tcPr>
            <w:tcW w:w="992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  <w:tr w:rsidR="002E4711" w:rsidRPr="00844122" w:rsidTr="00A44659">
        <w:tc>
          <w:tcPr>
            <w:tcW w:w="8613" w:type="dxa"/>
            <w:gridSpan w:val="4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Итого по муниципальной программе</w:t>
            </w:r>
          </w:p>
        </w:tc>
        <w:tc>
          <w:tcPr>
            <w:tcW w:w="1384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</w:p>
        </w:tc>
        <w:tc>
          <w:tcPr>
            <w:tcW w:w="885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190,0</w:t>
            </w:r>
          </w:p>
        </w:tc>
        <w:tc>
          <w:tcPr>
            <w:tcW w:w="71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980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190,0</w:t>
            </w:r>
          </w:p>
        </w:tc>
        <w:tc>
          <w:tcPr>
            <w:tcW w:w="992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  <w:tc>
          <w:tcPr>
            <w:tcW w:w="709" w:type="dxa"/>
          </w:tcPr>
          <w:p w:rsidR="002E4711" w:rsidRPr="00844122" w:rsidRDefault="002E4711" w:rsidP="00A44659">
            <w:pPr>
              <w:jc w:val="center"/>
              <w:rPr>
                <w:szCs w:val="24"/>
              </w:rPr>
            </w:pPr>
            <w:r w:rsidRPr="00844122">
              <w:rPr>
                <w:szCs w:val="24"/>
              </w:rPr>
              <w:t>0,0</w:t>
            </w:r>
          </w:p>
        </w:tc>
      </w:tr>
    </w:tbl>
    <w:p w:rsidR="002E4711" w:rsidRDefault="002E4711" w:rsidP="000C51C1">
      <w:pPr>
        <w:jc w:val="center"/>
        <w:rPr>
          <w:sz w:val="28"/>
          <w:szCs w:val="28"/>
        </w:rPr>
      </w:pPr>
    </w:p>
    <w:p w:rsidR="002E4711" w:rsidRDefault="002E4711" w:rsidP="000C51C1">
      <w:pPr>
        <w:jc w:val="center"/>
        <w:rPr>
          <w:sz w:val="28"/>
          <w:szCs w:val="28"/>
        </w:rPr>
      </w:pPr>
    </w:p>
    <w:p w:rsidR="002E4711" w:rsidRDefault="002E4711" w:rsidP="000C51C1">
      <w:pPr>
        <w:jc w:val="center"/>
        <w:rPr>
          <w:sz w:val="28"/>
          <w:szCs w:val="28"/>
        </w:rPr>
      </w:pPr>
    </w:p>
    <w:p w:rsidR="002E4711" w:rsidRDefault="002E4711" w:rsidP="000C51C1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4711" w:rsidRPr="00E026A6" w:rsidRDefault="002E4711" w:rsidP="000C51C1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                                                                                                                                               Г.М. Антипова</w:t>
      </w:r>
    </w:p>
    <w:p w:rsidR="002E4711" w:rsidRDefault="002E4711" w:rsidP="0060114A">
      <w:pPr>
        <w:jc w:val="both"/>
        <w:rPr>
          <w:rFonts w:ascii="Times New Roman CYR" w:hAnsi="Times New Roman CYR"/>
          <w:sz w:val="28"/>
          <w:szCs w:val="28"/>
        </w:rPr>
      </w:pPr>
    </w:p>
    <w:sectPr w:rsidR="002E4711" w:rsidSect="00DD2A0D">
      <w:headerReference w:type="default" r:id="rId10"/>
      <w:footerReference w:type="default" r:id="rId11"/>
      <w:pgSz w:w="16838" w:h="11906" w:orient="landscape"/>
      <w:pgMar w:top="989" w:right="70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711" w:rsidRDefault="002E4711">
      <w:r>
        <w:separator/>
      </w:r>
    </w:p>
  </w:endnote>
  <w:endnote w:type="continuationSeparator" w:id="0">
    <w:p w:rsidR="002E4711" w:rsidRDefault="002E4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711" w:rsidRDefault="002E4711" w:rsidP="004025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4711" w:rsidRDefault="002E4711" w:rsidP="007F245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711" w:rsidRDefault="002E4711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2E4711" w:rsidRPr="007F2455" w:rsidRDefault="002E4711" w:rsidP="007F2455">
    <w:pPr>
      <w:pStyle w:val="Footer"/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711" w:rsidRPr="00DD2A0D" w:rsidRDefault="002E4711" w:rsidP="00DD2A0D">
    <w:pPr>
      <w:pStyle w:val="Footer"/>
      <w:tabs>
        <w:tab w:val="clear" w:pos="4677"/>
        <w:tab w:val="clear" w:pos="9355"/>
        <w:tab w:val="right" w:pos="9751"/>
      </w:tabs>
      <w:rPr>
        <w:sz w:val="20"/>
      </w:rPr>
    </w:pPr>
    <w:r w:rsidRPr="00DD2A0D">
      <w:rPr>
        <w:sz w:val="20"/>
        <w:lang w:val="en-US"/>
      </w:rPr>
      <w:t>r-35 2019</w:t>
    </w:r>
    <w:r w:rsidRPr="00DD2A0D">
      <w:rPr>
        <w:sz w:val="20"/>
      </w:rPr>
      <w:tab/>
    </w:r>
    <w:r w:rsidRPr="00DD2A0D">
      <w:rPr>
        <w:sz w:val="20"/>
      </w:rPr>
      <w:fldChar w:fldCharType="begin"/>
    </w:r>
    <w:r w:rsidRPr="00DD2A0D">
      <w:rPr>
        <w:sz w:val="20"/>
      </w:rPr>
      <w:instrText>PAGE   \* MERGEFORMAT</w:instrText>
    </w:r>
    <w:r w:rsidRPr="00DD2A0D">
      <w:rPr>
        <w:sz w:val="20"/>
      </w:rPr>
      <w:fldChar w:fldCharType="separate"/>
    </w:r>
    <w:r>
      <w:rPr>
        <w:noProof/>
        <w:sz w:val="20"/>
      </w:rPr>
      <w:t>1</w:t>
    </w:r>
    <w:r w:rsidRPr="00DD2A0D">
      <w:rPr>
        <w:sz w:val="20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711" w:rsidRPr="00836491" w:rsidRDefault="002E4711" w:rsidP="00836491">
    <w:pPr>
      <w:pStyle w:val="Footer"/>
      <w:tabs>
        <w:tab w:val="clear" w:pos="4677"/>
        <w:tab w:val="clear" w:pos="9355"/>
        <w:tab w:val="right" w:pos="14995"/>
      </w:tabs>
      <w:rPr>
        <w:sz w:val="20"/>
        <w:lang w:val="en-US"/>
      </w:rPr>
    </w:pPr>
    <w:r w:rsidRPr="00836491">
      <w:rPr>
        <w:sz w:val="20"/>
        <w:lang w:val="en-US"/>
      </w:rPr>
      <w:t>r-35 2019</w:t>
    </w:r>
    <w:r w:rsidRPr="00836491">
      <w:rPr>
        <w:sz w:val="20"/>
      </w:rPr>
      <w:tab/>
    </w:r>
    <w:r w:rsidRPr="00836491">
      <w:rPr>
        <w:sz w:val="20"/>
      </w:rPr>
      <w:fldChar w:fldCharType="begin"/>
    </w:r>
    <w:r w:rsidRPr="00836491">
      <w:rPr>
        <w:sz w:val="20"/>
      </w:rPr>
      <w:instrText>PAGE   \* MERGEFORMAT</w:instrText>
    </w:r>
    <w:r w:rsidRPr="00836491">
      <w:rPr>
        <w:sz w:val="20"/>
      </w:rPr>
      <w:fldChar w:fldCharType="separate"/>
    </w:r>
    <w:r>
      <w:rPr>
        <w:noProof/>
        <w:sz w:val="20"/>
      </w:rPr>
      <w:t>3</w:t>
    </w:r>
    <w:r w:rsidRPr="00836491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711" w:rsidRDefault="002E4711">
      <w:r>
        <w:separator/>
      </w:r>
    </w:p>
  </w:footnote>
  <w:footnote w:type="continuationSeparator" w:id="0">
    <w:p w:rsidR="002E4711" w:rsidRDefault="002E47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711" w:rsidRDefault="002E47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13113"/>
    <w:multiLevelType w:val="hybridMultilevel"/>
    <w:tmpl w:val="CAF6F486"/>
    <w:lvl w:ilvl="0" w:tplc="C778E8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551059"/>
    <w:multiLevelType w:val="multilevel"/>
    <w:tmpl w:val="BCD830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5250165F"/>
    <w:multiLevelType w:val="hybridMultilevel"/>
    <w:tmpl w:val="CAF6F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0B7C59"/>
    <w:multiLevelType w:val="multilevel"/>
    <w:tmpl w:val="5C582B42"/>
    <w:lvl w:ilvl="0">
      <w:start w:val="1"/>
      <w:numFmt w:val="decimal"/>
      <w:lvlText w:val="%1."/>
      <w:legacy w:legacy="1" w:legacySpace="120" w:legacyIndent="900"/>
      <w:lvlJc w:val="left"/>
      <w:pPr>
        <w:ind w:left="900" w:hanging="90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234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70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306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3240" w:hanging="180"/>
      </w:pPr>
      <w:rPr>
        <w:rFonts w:cs="Times New Roman"/>
      </w:rPr>
    </w:lvl>
  </w:abstractNum>
  <w:abstractNum w:abstractNumId="4">
    <w:nsid w:val="544F1111"/>
    <w:multiLevelType w:val="hybridMultilevel"/>
    <w:tmpl w:val="E25EDD22"/>
    <w:lvl w:ilvl="0" w:tplc="C778E88A">
      <w:start w:val="1"/>
      <w:numFmt w:val="bullet"/>
      <w:lvlText w:val="-"/>
      <w:lvlJc w:val="left"/>
      <w:pPr>
        <w:tabs>
          <w:tab w:val="num" w:pos="2073"/>
        </w:tabs>
        <w:ind w:left="2073" w:hanging="360"/>
      </w:pPr>
      <w:rPr>
        <w:rFonts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9E6"/>
    <w:rsid w:val="00000C7A"/>
    <w:rsid w:val="00006F63"/>
    <w:rsid w:val="00016EC8"/>
    <w:rsid w:val="0002041D"/>
    <w:rsid w:val="00035521"/>
    <w:rsid w:val="00037924"/>
    <w:rsid w:val="00045DDA"/>
    <w:rsid w:val="0006537A"/>
    <w:rsid w:val="00065F48"/>
    <w:rsid w:val="00074D2C"/>
    <w:rsid w:val="000811FA"/>
    <w:rsid w:val="00087197"/>
    <w:rsid w:val="000A5426"/>
    <w:rsid w:val="000A7665"/>
    <w:rsid w:val="000B0661"/>
    <w:rsid w:val="000B097F"/>
    <w:rsid w:val="000B4377"/>
    <w:rsid w:val="000B5CCE"/>
    <w:rsid w:val="000B779F"/>
    <w:rsid w:val="000C51C1"/>
    <w:rsid w:val="000D3998"/>
    <w:rsid w:val="000D4E92"/>
    <w:rsid w:val="000E29EF"/>
    <w:rsid w:val="000F213E"/>
    <w:rsid w:val="000F2B33"/>
    <w:rsid w:val="000F686E"/>
    <w:rsid w:val="00101EED"/>
    <w:rsid w:val="001127D5"/>
    <w:rsid w:val="00114515"/>
    <w:rsid w:val="00126CD1"/>
    <w:rsid w:val="00134126"/>
    <w:rsid w:val="00157711"/>
    <w:rsid w:val="00165515"/>
    <w:rsid w:val="0017419B"/>
    <w:rsid w:val="0018006D"/>
    <w:rsid w:val="001A5000"/>
    <w:rsid w:val="001B603E"/>
    <w:rsid w:val="001C5833"/>
    <w:rsid w:val="001D4E3E"/>
    <w:rsid w:val="001D7C72"/>
    <w:rsid w:val="001F3C4B"/>
    <w:rsid w:val="00202B39"/>
    <w:rsid w:val="002143B7"/>
    <w:rsid w:val="00234F2C"/>
    <w:rsid w:val="002374BB"/>
    <w:rsid w:val="002419FC"/>
    <w:rsid w:val="00242A5A"/>
    <w:rsid w:val="00256EA0"/>
    <w:rsid w:val="002630E1"/>
    <w:rsid w:val="00265692"/>
    <w:rsid w:val="00281374"/>
    <w:rsid w:val="002847B0"/>
    <w:rsid w:val="00284D70"/>
    <w:rsid w:val="002930C0"/>
    <w:rsid w:val="0029511F"/>
    <w:rsid w:val="002B4725"/>
    <w:rsid w:val="002B69E6"/>
    <w:rsid w:val="002D5256"/>
    <w:rsid w:val="002D64E9"/>
    <w:rsid w:val="002D768D"/>
    <w:rsid w:val="002E4711"/>
    <w:rsid w:val="002F593F"/>
    <w:rsid w:val="002F72E4"/>
    <w:rsid w:val="002F7E3D"/>
    <w:rsid w:val="003159F2"/>
    <w:rsid w:val="00325943"/>
    <w:rsid w:val="00330B26"/>
    <w:rsid w:val="00341246"/>
    <w:rsid w:val="00350065"/>
    <w:rsid w:val="00351384"/>
    <w:rsid w:val="00365F3E"/>
    <w:rsid w:val="003746CD"/>
    <w:rsid w:val="00390CCE"/>
    <w:rsid w:val="003A3D62"/>
    <w:rsid w:val="003A6371"/>
    <w:rsid w:val="003B1486"/>
    <w:rsid w:val="003E2383"/>
    <w:rsid w:val="003E4263"/>
    <w:rsid w:val="003E4CCC"/>
    <w:rsid w:val="003F070E"/>
    <w:rsid w:val="00402552"/>
    <w:rsid w:val="004049BB"/>
    <w:rsid w:val="00411F60"/>
    <w:rsid w:val="00431925"/>
    <w:rsid w:val="00436A5E"/>
    <w:rsid w:val="004407D2"/>
    <w:rsid w:val="004570D8"/>
    <w:rsid w:val="00462099"/>
    <w:rsid w:val="00466FE5"/>
    <w:rsid w:val="004819FA"/>
    <w:rsid w:val="004844EC"/>
    <w:rsid w:val="004846B2"/>
    <w:rsid w:val="004B2B1D"/>
    <w:rsid w:val="004B5D69"/>
    <w:rsid w:val="004C0AB4"/>
    <w:rsid w:val="004C33DE"/>
    <w:rsid w:val="004C5D7A"/>
    <w:rsid w:val="004D1DE1"/>
    <w:rsid w:val="004E664E"/>
    <w:rsid w:val="004F0571"/>
    <w:rsid w:val="004F554E"/>
    <w:rsid w:val="005049CA"/>
    <w:rsid w:val="00531F79"/>
    <w:rsid w:val="00581F59"/>
    <w:rsid w:val="0059653D"/>
    <w:rsid w:val="005A195F"/>
    <w:rsid w:val="005B7973"/>
    <w:rsid w:val="005C122E"/>
    <w:rsid w:val="005E12B6"/>
    <w:rsid w:val="005F0D56"/>
    <w:rsid w:val="0060114A"/>
    <w:rsid w:val="00602303"/>
    <w:rsid w:val="00624A04"/>
    <w:rsid w:val="00656F50"/>
    <w:rsid w:val="0067417D"/>
    <w:rsid w:val="0068304C"/>
    <w:rsid w:val="00694948"/>
    <w:rsid w:val="006A530E"/>
    <w:rsid w:val="006C07AC"/>
    <w:rsid w:val="006C37B2"/>
    <w:rsid w:val="006C5343"/>
    <w:rsid w:val="006C7B77"/>
    <w:rsid w:val="006D1EAF"/>
    <w:rsid w:val="006F3913"/>
    <w:rsid w:val="00711AA3"/>
    <w:rsid w:val="0071374A"/>
    <w:rsid w:val="00722EBD"/>
    <w:rsid w:val="00727CB0"/>
    <w:rsid w:val="007319DC"/>
    <w:rsid w:val="00731D10"/>
    <w:rsid w:val="007354DD"/>
    <w:rsid w:val="00741FA7"/>
    <w:rsid w:val="007442FE"/>
    <w:rsid w:val="007512CD"/>
    <w:rsid w:val="00751894"/>
    <w:rsid w:val="0075222D"/>
    <w:rsid w:val="0075278D"/>
    <w:rsid w:val="00786569"/>
    <w:rsid w:val="007A558E"/>
    <w:rsid w:val="007B45E8"/>
    <w:rsid w:val="007B4613"/>
    <w:rsid w:val="007C47D0"/>
    <w:rsid w:val="007C6A81"/>
    <w:rsid w:val="007D2B48"/>
    <w:rsid w:val="007E318D"/>
    <w:rsid w:val="007F2455"/>
    <w:rsid w:val="007F28FC"/>
    <w:rsid w:val="007F3FA4"/>
    <w:rsid w:val="0080381D"/>
    <w:rsid w:val="00820BEB"/>
    <w:rsid w:val="00823724"/>
    <w:rsid w:val="0082794E"/>
    <w:rsid w:val="00836491"/>
    <w:rsid w:val="00844122"/>
    <w:rsid w:val="0086218F"/>
    <w:rsid w:val="00865C97"/>
    <w:rsid w:val="0087301D"/>
    <w:rsid w:val="00881118"/>
    <w:rsid w:val="00883F4F"/>
    <w:rsid w:val="008870EF"/>
    <w:rsid w:val="00890714"/>
    <w:rsid w:val="008973FE"/>
    <w:rsid w:val="008A14C3"/>
    <w:rsid w:val="008A7BF3"/>
    <w:rsid w:val="008B0DB8"/>
    <w:rsid w:val="008B6EC8"/>
    <w:rsid w:val="008B7D68"/>
    <w:rsid w:val="008C40A1"/>
    <w:rsid w:val="008C5D8C"/>
    <w:rsid w:val="008D5965"/>
    <w:rsid w:val="008F0A6E"/>
    <w:rsid w:val="008F0EDA"/>
    <w:rsid w:val="008F4CA7"/>
    <w:rsid w:val="008F7B2D"/>
    <w:rsid w:val="009100BF"/>
    <w:rsid w:val="009116A4"/>
    <w:rsid w:val="00916F69"/>
    <w:rsid w:val="00920176"/>
    <w:rsid w:val="009253EA"/>
    <w:rsid w:val="00935085"/>
    <w:rsid w:val="009357FF"/>
    <w:rsid w:val="00957405"/>
    <w:rsid w:val="009641B6"/>
    <w:rsid w:val="00971607"/>
    <w:rsid w:val="00976BD9"/>
    <w:rsid w:val="00983236"/>
    <w:rsid w:val="00991BB7"/>
    <w:rsid w:val="00992962"/>
    <w:rsid w:val="0099702E"/>
    <w:rsid w:val="009A1009"/>
    <w:rsid w:val="009A6054"/>
    <w:rsid w:val="009C4CEF"/>
    <w:rsid w:val="009C62DB"/>
    <w:rsid w:val="009F3ED2"/>
    <w:rsid w:val="00A06939"/>
    <w:rsid w:val="00A12A4C"/>
    <w:rsid w:val="00A16AC1"/>
    <w:rsid w:val="00A44659"/>
    <w:rsid w:val="00A46CC3"/>
    <w:rsid w:val="00A66931"/>
    <w:rsid w:val="00A92173"/>
    <w:rsid w:val="00A92312"/>
    <w:rsid w:val="00A932A1"/>
    <w:rsid w:val="00AA26DE"/>
    <w:rsid w:val="00AA6123"/>
    <w:rsid w:val="00AC2575"/>
    <w:rsid w:val="00AC3ABC"/>
    <w:rsid w:val="00AD5A71"/>
    <w:rsid w:val="00AE3584"/>
    <w:rsid w:val="00AF396B"/>
    <w:rsid w:val="00B151DE"/>
    <w:rsid w:val="00B20C6C"/>
    <w:rsid w:val="00B20C7A"/>
    <w:rsid w:val="00B30C5E"/>
    <w:rsid w:val="00B675D0"/>
    <w:rsid w:val="00B67E87"/>
    <w:rsid w:val="00B73248"/>
    <w:rsid w:val="00B75BDA"/>
    <w:rsid w:val="00B76957"/>
    <w:rsid w:val="00B849A9"/>
    <w:rsid w:val="00B851C8"/>
    <w:rsid w:val="00B86CD3"/>
    <w:rsid w:val="00B95A92"/>
    <w:rsid w:val="00BB28CC"/>
    <w:rsid w:val="00BB2E98"/>
    <w:rsid w:val="00BC3E72"/>
    <w:rsid w:val="00BD1122"/>
    <w:rsid w:val="00BD4483"/>
    <w:rsid w:val="00BD4CD3"/>
    <w:rsid w:val="00BF10C8"/>
    <w:rsid w:val="00C03B14"/>
    <w:rsid w:val="00C20C10"/>
    <w:rsid w:val="00C31ECA"/>
    <w:rsid w:val="00C44913"/>
    <w:rsid w:val="00C61FE6"/>
    <w:rsid w:val="00C71EC0"/>
    <w:rsid w:val="00C76654"/>
    <w:rsid w:val="00C923B2"/>
    <w:rsid w:val="00C93AEB"/>
    <w:rsid w:val="00C95046"/>
    <w:rsid w:val="00CB569A"/>
    <w:rsid w:val="00CB56DD"/>
    <w:rsid w:val="00CC119B"/>
    <w:rsid w:val="00CE224C"/>
    <w:rsid w:val="00CF644E"/>
    <w:rsid w:val="00D12C71"/>
    <w:rsid w:val="00D3331F"/>
    <w:rsid w:val="00D451FA"/>
    <w:rsid w:val="00D4604D"/>
    <w:rsid w:val="00D56F8A"/>
    <w:rsid w:val="00D57C70"/>
    <w:rsid w:val="00D83241"/>
    <w:rsid w:val="00D90814"/>
    <w:rsid w:val="00D92A87"/>
    <w:rsid w:val="00D94609"/>
    <w:rsid w:val="00D96E12"/>
    <w:rsid w:val="00D973B9"/>
    <w:rsid w:val="00D97A77"/>
    <w:rsid w:val="00DA1571"/>
    <w:rsid w:val="00DC11D9"/>
    <w:rsid w:val="00DD2A0D"/>
    <w:rsid w:val="00DE007E"/>
    <w:rsid w:val="00DE63F3"/>
    <w:rsid w:val="00DF3DFB"/>
    <w:rsid w:val="00E026A6"/>
    <w:rsid w:val="00E14CAE"/>
    <w:rsid w:val="00E14DAF"/>
    <w:rsid w:val="00E227B3"/>
    <w:rsid w:val="00E31F0D"/>
    <w:rsid w:val="00E415F1"/>
    <w:rsid w:val="00E4694D"/>
    <w:rsid w:val="00E63B6E"/>
    <w:rsid w:val="00E7525E"/>
    <w:rsid w:val="00E8731D"/>
    <w:rsid w:val="00E93E95"/>
    <w:rsid w:val="00EA26E8"/>
    <w:rsid w:val="00EC50E2"/>
    <w:rsid w:val="00EE001F"/>
    <w:rsid w:val="00EF0D6F"/>
    <w:rsid w:val="00EF5857"/>
    <w:rsid w:val="00F01EA4"/>
    <w:rsid w:val="00F07FC8"/>
    <w:rsid w:val="00F1310B"/>
    <w:rsid w:val="00F14085"/>
    <w:rsid w:val="00F201C7"/>
    <w:rsid w:val="00F21583"/>
    <w:rsid w:val="00F22963"/>
    <w:rsid w:val="00F31751"/>
    <w:rsid w:val="00F41694"/>
    <w:rsid w:val="00F5753F"/>
    <w:rsid w:val="00F609EE"/>
    <w:rsid w:val="00F60DB7"/>
    <w:rsid w:val="00F7238B"/>
    <w:rsid w:val="00F82FF0"/>
    <w:rsid w:val="00F84D6B"/>
    <w:rsid w:val="00F87758"/>
    <w:rsid w:val="00F87E98"/>
    <w:rsid w:val="00FA746E"/>
    <w:rsid w:val="00FB21DD"/>
    <w:rsid w:val="00FC10F1"/>
    <w:rsid w:val="00FD67CA"/>
    <w:rsid w:val="00FE1C43"/>
    <w:rsid w:val="00FE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123"/>
    <w:pPr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97F"/>
    <w:pPr>
      <w:keepNext/>
      <w:jc w:val="both"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B097F"/>
    <w:pPr>
      <w:keepNext/>
      <w:ind w:left="1248" w:firstLine="168"/>
      <w:jc w:val="both"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097F"/>
    <w:pPr>
      <w:keepNext/>
      <w:jc w:val="center"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B097F"/>
    <w:pPr>
      <w:keepNext/>
      <w:ind w:left="1248" w:firstLine="168"/>
      <w:jc w:val="right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B097F"/>
    <w:pPr>
      <w:keepNext/>
      <w:jc w:val="center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B097F"/>
    <w:pPr>
      <w:keepNext/>
      <w:outlineLvl w:val="5"/>
    </w:pPr>
    <w:rPr>
      <w:rFonts w:ascii="Calibri" w:hAnsi="Calibri"/>
      <w:b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6FE5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6FE5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6FE5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66FE5"/>
    <w:rPr>
      <w:rFonts w:ascii="Calibri" w:hAnsi="Calibri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66FE5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66FE5"/>
    <w:rPr>
      <w:rFonts w:ascii="Calibri" w:hAnsi="Calibri"/>
      <w:b/>
    </w:rPr>
  </w:style>
  <w:style w:type="paragraph" w:styleId="Title">
    <w:name w:val="Title"/>
    <w:basedOn w:val="Normal"/>
    <w:link w:val="TitleChar"/>
    <w:uiPriority w:val="99"/>
    <w:qFormat/>
    <w:rsid w:val="000B097F"/>
    <w:pPr>
      <w:jc w:val="center"/>
    </w:pPr>
    <w:rPr>
      <w:rFonts w:ascii="Cambria" w:hAnsi="Cambri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66FE5"/>
    <w:rPr>
      <w:rFonts w:ascii="Cambria" w:hAnsi="Cambria"/>
      <w:b/>
      <w:kern w:val="28"/>
      <w:sz w:val="32"/>
    </w:rPr>
  </w:style>
  <w:style w:type="paragraph" w:customStyle="1" w:styleId="BodyText21">
    <w:name w:val="Body Text 21"/>
    <w:basedOn w:val="Normal"/>
    <w:uiPriority w:val="99"/>
    <w:rsid w:val="000B097F"/>
    <w:pPr>
      <w:ind w:firstLine="540"/>
      <w:jc w:val="both"/>
    </w:pPr>
    <w:rPr>
      <w:sz w:val="28"/>
    </w:rPr>
  </w:style>
  <w:style w:type="paragraph" w:customStyle="1" w:styleId="BodyText211">
    <w:name w:val="Body Text 211"/>
    <w:basedOn w:val="Normal"/>
    <w:uiPriority w:val="99"/>
    <w:rsid w:val="000B097F"/>
    <w:pPr>
      <w:ind w:left="2127" w:hanging="2127"/>
    </w:pPr>
    <w:rPr>
      <w:sz w:val="28"/>
    </w:rPr>
  </w:style>
  <w:style w:type="paragraph" w:customStyle="1" w:styleId="BodyTextIndent21">
    <w:name w:val="Body Text Indent 21"/>
    <w:basedOn w:val="Normal"/>
    <w:uiPriority w:val="99"/>
    <w:rsid w:val="000B097F"/>
    <w:pPr>
      <w:ind w:firstLine="709"/>
      <w:jc w:val="both"/>
    </w:pPr>
    <w:rPr>
      <w:sz w:val="28"/>
    </w:rPr>
  </w:style>
  <w:style w:type="paragraph" w:styleId="Header">
    <w:name w:val="header"/>
    <w:basedOn w:val="Normal"/>
    <w:link w:val="HeaderChar"/>
    <w:uiPriority w:val="99"/>
    <w:rsid w:val="000B097F"/>
    <w:pPr>
      <w:tabs>
        <w:tab w:val="center" w:pos="4677"/>
        <w:tab w:val="right" w:pos="9355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6FE5"/>
    <w:rPr>
      <w:sz w:val="20"/>
    </w:rPr>
  </w:style>
  <w:style w:type="paragraph" w:styleId="Footer">
    <w:name w:val="footer"/>
    <w:basedOn w:val="Normal"/>
    <w:link w:val="FooterChar"/>
    <w:uiPriority w:val="99"/>
    <w:rsid w:val="000B09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C51C1"/>
    <w:rPr>
      <w:sz w:val="24"/>
    </w:rPr>
  </w:style>
  <w:style w:type="table" w:styleId="TableGrid">
    <w:name w:val="Table Grid"/>
    <w:basedOn w:val="TableNormal"/>
    <w:uiPriority w:val="99"/>
    <w:rsid w:val="003E4CCC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143B7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6FE5"/>
    <w:rPr>
      <w:sz w:val="2"/>
    </w:rPr>
  </w:style>
  <w:style w:type="character" w:styleId="PageNumber">
    <w:name w:val="page number"/>
    <w:basedOn w:val="DefaultParagraphFont"/>
    <w:uiPriority w:val="99"/>
    <w:rsid w:val="007F245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94609"/>
    <w:pPr>
      <w:overflowPunct/>
      <w:autoSpaceDE/>
      <w:autoSpaceDN/>
      <w:adjustRightInd/>
      <w:spacing w:after="120"/>
      <w:textAlignment w:val="auto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6FE5"/>
    <w:rPr>
      <w:sz w:val="20"/>
    </w:rPr>
  </w:style>
  <w:style w:type="paragraph" w:customStyle="1" w:styleId="ConsPlusTitle">
    <w:name w:val="ConsPlusTitle"/>
    <w:uiPriority w:val="99"/>
    <w:rsid w:val="009C62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6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3</Pages>
  <Words>522</Words>
  <Characters>2977</Characters>
  <Application>Microsoft Office Outlook</Application>
  <DocSecurity>0</DocSecurity>
  <Lines>0</Lines>
  <Paragraphs>0</Paragraphs>
  <ScaleCrop>false</ScaleCrop>
  <Company>Отдел ИО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ОБЛАСТЬ</dc:title>
  <dc:subject/>
  <dc:creator>Митяшин Сергей Васильевич</dc:creator>
  <cp:keywords/>
  <dc:description/>
  <cp:lastModifiedBy>Клягин</cp:lastModifiedBy>
  <cp:revision>21</cp:revision>
  <cp:lastPrinted>2019-01-18T08:06:00Z</cp:lastPrinted>
  <dcterms:created xsi:type="dcterms:W3CDTF">2016-12-30T07:29:00Z</dcterms:created>
  <dcterms:modified xsi:type="dcterms:W3CDTF">2021-03-10T06:12:00Z</dcterms:modified>
</cp:coreProperties>
</file>